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D3DB5E" w14:textId="5CFC9B3F" w:rsidR="004D36D7" w:rsidRPr="00FD4A68" w:rsidRDefault="00817177" w:rsidP="00472766">
      <w:pPr>
        <w:pStyle w:val="Title"/>
        <w:rPr>
          <w:rStyle w:val="LabTitleInstVersred"/>
          <w:b/>
          <w:color w:val="auto"/>
        </w:rPr>
      </w:pPr>
      <w:sdt>
        <w:sdtPr>
          <w:rPr>
            <w:b w:val="0"/>
            <w:color w:val="EE0000"/>
          </w:rPr>
          <w:alias w:val="Title"/>
          <w:tag w:val=""/>
          <w:id w:val="-487021785"/>
          <w:placeholder>
            <w:docPart w:val="72AD3F0B5F5E47A0901F1A189D22948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3E1995">
            <w:t>Lab - Exploring Encryption Methods</w:t>
          </w:r>
        </w:sdtContent>
      </w:sdt>
    </w:p>
    <w:p w14:paraId="31984F45" w14:textId="77777777" w:rsidR="003E1995" w:rsidRDefault="003E1995" w:rsidP="003E1995">
      <w:pPr>
        <w:pStyle w:val="Heading1"/>
        <w:numPr>
          <w:ilvl w:val="0"/>
          <w:numId w:val="3"/>
        </w:numPr>
      </w:pPr>
      <w:r>
        <w:t>Objectives</w:t>
      </w:r>
    </w:p>
    <w:p w14:paraId="3B25E195" w14:textId="77777777" w:rsidR="003E1995" w:rsidRPr="00751185" w:rsidRDefault="003E1995" w:rsidP="003E1995">
      <w:pPr>
        <w:pStyle w:val="BodyTextL25Bold"/>
      </w:pPr>
      <w:r w:rsidRPr="00751185">
        <w:t xml:space="preserve">Part </w:t>
      </w:r>
      <w:r w:rsidRPr="004F72AF">
        <w:rPr>
          <w:noProof/>
        </w:rPr>
        <w:t>1:</w:t>
      </w:r>
      <w:r w:rsidRPr="00751185">
        <w:t xml:space="preserve"> Decipher a Pre-</w:t>
      </w:r>
      <w:r>
        <w:t>E</w:t>
      </w:r>
      <w:r w:rsidRPr="00751185">
        <w:t xml:space="preserve">ncrypted Message Using the </w:t>
      </w:r>
      <w:r>
        <w:t>Vigen</w:t>
      </w:r>
      <w:r w:rsidRPr="009C72CA">
        <w:t>è</w:t>
      </w:r>
      <w:r>
        <w:t>re</w:t>
      </w:r>
      <w:r w:rsidRPr="00572CD4">
        <w:t xml:space="preserve"> </w:t>
      </w:r>
      <w:r w:rsidRPr="00751185">
        <w:t>Cipher</w:t>
      </w:r>
    </w:p>
    <w:p w14:paraId="374BF0F7" w14:textId="77777777" w:rsidR="003E1995" w:rsidRDefault="003E1995" w:rsidP="003E1995">
      <w:pPr>
        <w:pStyle w:val="Bulletlevel1"/>
        <w:tabs>
          <w:tab w:val="num" w:pos="720"/>
        </w:tabs>
        <w:spacing w:before="60" w:after="60" w:line="276" w:lineRule="auto"/>
      </w:pPr>
      <w:r>
        <w:t>Use an encrypted message, a cipher key, and the Vigen</w:t>
      </w:r>
      <w:r w:rsidRPr="009C72CA">
        <w:t>è</w:t>
      </w:r>
      <w:r>
        <w:t>re</w:t>
      </w:r>
      <w:r w:rsidRPr="00572CD4">
        <w:t xml:space="preserve"> cipher</w:t>
      </w:r>
      <w:r>
        <w:t xml:space="preserve"> square to d</w:t>
      </w:r>
      <w:r w:rsidRPr="00572CD4">
        <w:t xml:space="preserve">ecipher </w:t>
      </w:r>
      <w:r>
        <w:t>the message.</w:t>
      </w:r>
    </w:p>
    <w:p w14:paraId="7767F36B" w14:textId="77777777" w:rsidR="003E1995" w:rsidRPr="004F72AF" w:rsidRDefault="003E1995" w:rsidP="003E1995">
      <w:pPr>
        <w:pStyle w:val="BodyTextL25Bold"/>
        <w:rPr>
          <w:noProof/>
        </w:rPr>
      </w:pPr>
      <w:r>
        <w:t>Part 2</w:t>
      </w:r>
      <w:r w:rsidRPr="00751185">
        <w:t xml:space="preserve">: </w:t>
      </w:r>
      <w:r w:rsidRPr="004F72AF">
        <w:rPr>
          <w:noProof/>
        </w:rPr>
        <w:t>Create a Vigenère Cipher Encrypted Message and Decrypt It</w:t>
      </w:r>
    </w:p>
    <w:p w14:paraId="69F238D8" w14:textId="77777777" w:rsidR="003E1995" w:rsidRPr="009B5F2E" w:rsidRDefault="003E1995" w:rsidP="003E1995">
      <w:pPr>
        <w:pStyle w:val="Bulletlevel1"/>
        <w:tabs>
          <w:tab w:val="num" w:pos="720"/>
        </w:tabs>
        <w:spacing w:before="60" w:after="60" w:line="276" w:lineRule="auto"/>
      </w:pPr>
      <w:r w:rsidRPr="009B5F2E">
        <w:t>Work with a lab partner and agree on a secret password.</w:t>
      </w:r>
    </w:p>
    <w:p w14:paraId="0C7BA2BE" w14:textId="77777777" w:rsidR="003E1995" w:rsidRPr="009B5F2E" w:rsidRDefault="003E1995" w:rsidP="003E1995">
      <w:pPr>
        <w:pStyle w:val="Bulletlevel1"/>
        <w:tabs>
          <w:tab w:val="num" w:pos="720"/>
        </w:tabs>
        <w:spacing w:before="60" w:after="60" w:line="276" w:lineRule="auto"/>
      </w:pPr>
      <w:r w:rsidRPr="009B5F2E">
        <w:t>Create a secret message using the Vigenère cipher and the key.</w:t>
      </w:r>
    </w:p>
    <w:p w14:paraId="7E1F188E" w14:textId="77777777" w:rsidR="003E1995" w:rsidRPr="009B5F2E" w:rsidRDefault="003E1995" w:rsidP="003E1995">
      <w:pPr>
        <w:pStyle w:val="Bulletlevel1"/>
        <w:tabs>
          <w:tab w:val="num" w:pos="720"/>
        </w:tabs>
        <w:spacing w:before="60" w:after="60" w:line="276" w:lineRule="auto"/>
      </w:pPr>
      <w:r w:rsidRPr="009B5F2E">
        <w:t>Exchange messages and decipher them using the pre-shared key.</w:t>
      </w:r>
    </w:p>
    <w:p w14:paraId="09FDEF02" w14:textId="77777777" w:rsidR="003E1995" w:rsidRPr="009B5F2E" w:rsidRDefault="003E1995" w:rsidP="003E1995">
      <w:pPr>
        <w:pStyle w:val="Bulletlevel1"/>
        <w:tabs>
          <w:tab w:val="num" w:pos="720"/>
        </w:tabs>
        <w:spacing w:before="60" w:after="60" w:line="276" w:lineRule="auto"/>
      </w:pPr>
      <w:r w:rsidRPr="009B5F2E">
        <w:t>Use an interactive Vigenère decoding tool to verify decryption.</w:t>
      </w:r>
    </w:p>
    <w:p w14:paraId="6DC6D719" w14:textId="77777777" w:rsidR="003E1995" w:rsidRPr="00B30121" w:rsidRDefault="003E1995" w:rsidP="003E1995">
      <w:pPr>
        <w:pStyle w:val="Heading1"/>
        <w:numPr>
          <w:ilvl w:val="0"/>
          <w:numId w:val="3"/>
        </w:numPr>
      </w:pPr>
      <w:r w:rsidRPr="00B30121">
        <w:t>Background</w:t>
      </w:r>
    </w:p>
    <w:p w14:paraId="0036BCD7" w14:textId="77777777" w:rsidR="003E1995" w:rsidRPr="004F72AF" w:rsidRDefault="003E1995" w:rsidP="003E1995">
      <w:pPr>
        <w:pStyle w:val="BodyTextL25"/>
        <w:rPr>
          <w:noProof/>
          <w:highlight w:val="yellow"/>
        </w:rPr>
      </w:pPr>
      <w:bookmarkStart w:id="0" w:name="_Toc492961008"/>
      <w:bookmarkStart w:id="1" w:name="_Toc492974528"/>
      <w:bookmarkStart w:id="2" w:name="_Toc492974581"/>
      <w:bookmarkStart w:id="3" w:name="_Toc494171525"/>
      <w:r w:rsidRPr="00DB0DBB">
        <w:t>The Cisco IOS password encryption serv</w:t>
      </w:r>
      <w:r>
        <w:t xml:space="preserve">ice </w:t>
      </w:r>
      <w:r w:rsidRPr="00DB0DBB">
        <w:t xml:space="preserve">uses </w:t>
      </w:r>
      <w:r>
        <w:t xml:space="preserve">a </w:t>
      </w:r>
      <w:r w:rsidRPr="00DB0DBB">
        <w:t xml:space="preserve">Cisco-proprietary algorithm that is based on the </w:t>
      </w:r>
      <w:r>
        <w:t>Vigen</w:t>
      </w:r>
      <w:r w:rsidRPr="009C72CA">
        <w:t>è</w:t>
      </w:r>
      <w:r>
        <w:t>re</w:t>
      </w:r>
      <w:r w:rsidRPr="00572CD4">
        <w:t xml:space="preserve"> </w:t>
      </w:r>
      <w:r w:rsidRPr="00DB0DBB">
        <w:t>cipher.</w:t>
      </w:r>
      <w:r>
        <w:t xml:space="preserve"> Vigen</w:t>
      </w:r>
      <w:r w:rsidRPr="009C72CA">
        <w:t>è</w:t>
      </w:r>
      <w:r>
        <w:t>re</w:t>
      </w:r>
      <w:r w:rsidRPr="00572CD4">
        <w:t xml:space="preserve"> </w:t>
      </w:r>
      <w:r>
        <w:t>is an example of a common type of cipher mechanism called polyalphabetic substitution.</w:t>
      </w:r>
    </w:p>
    <w:p w14:paraId="4EF7472A" w14:textId="77777777" w:rsidR="003E1995" w:rsidRPr="004F72AF" w:rsidRDefault="003E1995" w:rsidP="003E1995">
      <w:pPr>
        <w:pStyle w:val="BodyTextL25"/>
        <w:rPr>
          <w:noProof/>
        </w:rPr>
      </w:pPr>
      <w:r w:rsidRPr="004F72AF">
        <w:rPr>
          <w:rStyle w:val="BodyTextBoldChar"/>
          <w:rFonts w:eastAsia="Calibri"/>
          <w:noProof/>
        </w:rPr>
        <w:t>Note</w:t>
      </w:r>
      <w:r w:rsidRPr="004F72AF">
        <w:rPr>
          <w:noProof/>
        </w:rPr>
        <w:t>: Students can work in teams of two for this lab.</w:t>
      </w:r>
    </w:p>
    <w:bookmarkEnd w:id="0"/>
    <w:bookmarkEnd w:id="1"/>
    <w:bookmarkEnd w:id="2"/>
    <w:bookmarkEnd w:id="3"/>
    <w:p w14:paraId="7F7205E6" w14:textId="77777777" w:rsidR="003E1995" w:rsidRDefault="003E1995" w:rsidP="003E1995">
      <w:pPr>
        <w:pStyle w:val="Heading1"/>
        <w:numPr>
          <w:ilvl w:val="0"/>
          <w:numId w:val="3"/>
        </w:numPr>
      </w:pPr>
      <w:r w:rsidRPr="004F72AF">
        <w:t>Required Resources</w:t>
      </w:r>
    </w:p>
    <w:p w14:paraId="54594981" w14:textId="64CF2A42" w:rsidR="003E1995" w:rsidRPr="00854E3C" w:rsidRDefault="001201D3" w:rsidP="003E1995">
      <w:pPr>
        <w:pStyle w:val="BodyTextL25"/>
      </w:pPr>
      <w:r>
        <w:t>D</w:t>
      </w:r>
      <w:r w:rsidR="003E1995">
        <w:t xml:space="preserve">evice with </w:t>
      </w:r>
      <w:r>
        <w:t>i</w:t>
      </w:r>
      <w:r w:rsidR="003E1995">
        <w:t>nternet access</w:t>
      </w:r>
    </w:p>
    <w:p w14:paraId="1D266659" w14:textId="29315D70" w:rsidR="00472766" w:rsidRPr="00472766" w:rsidRDefault="00472766" w:rsidP="00472766">
      <w:pPr>
        <w:pStyle w:val="Heading1"/>
      </w:pPr>
      <w:r w:rsidRPr="00472766">
        <w:t>Instructions</w:t>
      </w:r>
    </w:p>
    <w:p w14:paraId="58538B5C" w14:textId="0DDE1DB5" w:rsidR="003E1995" w:rsidRPr="00472766" w:rsidRDefault="003E1995" w:rsidP="00472766">
      <w:pPr>
        <w:pStyle w:val="Heading2"/>
      </w:pPr>
      <w:r w:rsidRPr="00472766">
        <w:t>Decipher a Pre-Encrypted Message Using the Vigenère Cipher</w:t>
      </w:r>
    </w:p>
    <w:p w14:paraId="18162436" w14:textId="77777777" w:rsidR="003E1995" w:rsidRDefault="003E1995" w:rsidP="003E1995">
      <w:pPr>
        <w:pStyle w:val="BodyTextL25"/>
      </w:pPr>
      <w:r>
        <w:t>In Part 1, you will analyze an encrypted message and decrypt it using a cipher key and the Vigenère</w:t>
      </w:r>
      <w:r w:rsidRPr="00572CD4">
        <w:t xml:space="preserve"> cipher</w:t>
      </w:r>
      <w:r>
        <w:t xml:space="preserve"> square.</w:t>
      </w:r>
    </w:p>
    <w:p w14:paraId="2477F2A7" w14:textId="77777777" w:rsidR="003E1995" w:rsidRPr="004F72AF" w:rsidRDefault="003E1995" w:rsidP="006C2232">
      <w:pPr>
        <w:pStyle w:val="Heading3"/>
        <w:rPr>
          <w:noProof/>
        </w:rPr>
      </w:pPr>
      <w:r w:rsidRPr="004F72AF">
        <w:rPr>
          <w:noProof/>
        </w:rPr>
        <w:t>Review the encrypted message.</w:t>
      </w:r>
    </w:p>
    <w:p w14:paraId="28A4ABA3" w14:textId="77777777" w:rsidR="003E1995" w:rsidRPr="00E76425" w:rsidRDefault="003E1995" w:rsidP="003E1995">
      <w:pPr>
        <w:pStyle w:val="BodyTextL25"/>
        <w:rPr>
          <w:b/>
        </w:rPr>
      </w:pPr>
      <w:r w:rsidRPr="004F72AF">
        <w:rPr>
          <w:noProof/>
        </w:rPr>
        <w:t>The following message has been encrypted using the</w:t>
      </w:r>
      <w:r>
        <w:t xml:space="preserve"> Vigenère</w:t>
      </w:r>
      <w:r w:rsidRPr="00572CD4">
        <w:t xml:space="preserve"> cipher</w:t>
      </w:r>
      <w:r>
        <w:t>:</w:t>
      </w:r>
    </w:p>
    <w:p w14:paraId="5059642E" w14:textId="0F430529" w:rsidR="003E1995" w:rsidRDefault="002924DA" w:rsidP="003E1995">
      <w:pPr>
        <w:pStyle w:val="BodyTextL25Bold"/>
      </w:pPr>
      <w:r w:rsidRPr="002924DA">
        <w:t>GGIATVWGQIR</w:t>
      </w:r>
    </w:p>
    <w:p w14:paraId="10651BFF" w14:textId="77777777" w:rsidR="003E1995" w:rsidRPr="004F72AF" w:rsidRDefault="003E1995" w:rsidP="006C2232">
      <w:pPr>
        <w:pStyle w:val="Heading3"/>
        <w:rPr>
          <w:noProof/>
        </w:rPr>
      </w:pPr>
      <w:r w:rsidRPr="004F72AF">
        <w:rPr>
          <w:noProof/>
        </w:rPr>
        <w:t>Review the cipher keyword.</w:t>
      </w:r>
    </w:p>
    <w:p w14:paraId="11EFAC9A" w14:textId="77777777" w:rsidR="003E1995" w:rsidRDefault="003E1995" w:rsidP="003E1995">
      <w:pPr>
        <w:pStyle w:val="BodyTextL25"/>
      </w:pPr>
      <w:r w:rsidRPr="004F72AF">
        <w:rPr>
          <w:noProof/>
        </w:rPr>
        <w:t xml:space="preserve">The cipher keyword </w:t>
      </w:r>
      <w:r w:rsidRPr="004F72AF">
        <w:rPr>
          <w:b/>
          <w:noProof/>
        </w:rPr>
        <w:t>TCPIP</w:t>
      </w:r>
      <w:r w:rsidRPr="004F72AF">
        <w:rPr>
          <w:noProof/>
        </w:rPr>
        <w:t xml:space="preserve"> was used to encrypt the message. The same keyword will be used to decrypt or decipher the message.</w:t>
      </w:r>
    </w:p>
    <w:p w14:paraId="32BD54CE" w14:textId="77777777" w:rsidR="003E1995" w:rsidRPr="001F4F1B" w:rsidRDefault="003E1995" w:rsidP="006C2232">
      <w:pPr>
        <w:pStyle w:val="Heading3"/>
      </w:pPr>
      <w:r>
        <w:t>Review the structure of the Vigenère</w:t>
      </w:r>
      <w:r w:rsidRPr="00572CD4">
        <w:t xml:space="preserve"> </w:t>
      </w:r>
      <w:r>
        <w:t>square.</w:t>
      </w:r>
    </w:p>
    <w:p w14:paraId="246B39E8" w14:textId="77777777" w:rsidR="003E1995" w:rsidRDefault="003E1995" w:rsidP="00997672">
      <w:pPr>
        <w:pStyle w:val="BodyTextL25"/>
        <w:keepNext/>
      </w:pPr>
      <w:r>
        <w:t>A standard Vigenère</w:t>
      </w:r>
      <w:r w:rsidRPr="00572CD4">
        <w:t xml:space="preserve"> </w:t>
      </w:r>
      <w:r>
        <w:t>square or table is used with the keyword to decipher the message.</w:t>
      </w:r>
    </w:p>
    <w:p w14:paraId="40992F4E" w14:textId="77777777" w:rsidR="003E1995" w:rsidRDefault="003E1995" w:rsidP="003E1995">
      <w:pPr>
        <w:pStyle w:val="Visual"/>
      </w:pPr>
      <w:r>
        <w:rPr>
          <w:noProof/>
        </w:rPr>
        <w:drawing>
          <wp:inline distT="0" distB="0" distL="0" distR="0" wp14:anchorId="18D32603" wp14:editId="14A72921">
            <wp:extent cx="5144770" cy="5144770"/>
            <wp:effectExtent l="0" t="0" r="0" b="0"/>
            <wp:docPr id="3" name="Picture 1" descr="This image is a standard Vigenère square or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This image is a standard Vigenère square or tabl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44770" cy="5144770"/>
                    </a:xfrm>
                    <a:prstGeom prst="rect">
                      <a:avLst/>
                    </a:prstGeom>
                    <a:noFill/>
                    <a:ln>
                      <a:noFill/>
                    </a:ln>
                  </pic:spPr>
                </pic:pic>
              </a:graphicData>
            </a:graphic>
          </wp:inline>
        </w:drawing>
      </w:r>
    </w:p>
    <w:p w14:paraId="4FB89BC0" w14:textId="77777777" w:rsidR="003E1995" w:rsidRPr="004F72AF" w:rsidRDefault="003E1995" w:rsidP="006C2232">
      <w:pPr>
        <w:pStyle w:val="Heading3"/>
        <w:rPr>
          <w:noProof/>
        </w:rPr>
      </w:pPr>
      <w:r>
        <w:t>Decrypt the message using the keyword and Vigenère</w:t>
      </w:r>
      <w:r w:rsidRPr="00572CD4">
        <w:t xml:space="preserve"> </w:t>
      </w:r>
      <w:r w:rsidRPr="004F72AF">
        <w:rPr>
          <w:noProof/>
        </w:rPr>
        <w:t>square.</w:t>
      </w:r>
    </w:p>
    <w:p w14:paraId="783BFB79" w14:textId="77777777" w:rsidR="003E1995" w:rsidRPr="004F72AF" w:rsidRDefault="003E1995" w:rsidP="003E1995">
      <w:pPr>
        <w:pStyle w:val="SubStepAlpha"/>
        <w:numPr>
          <w:ilvl w:val="3"/>
          <w:numId w:val="19"/>
        </w:numPr>
        <w:rPr>
          <w:noProof/>
        </w:rPr>
      </w:pPr>
      <w:r w:rsidRPr="004F72AF">
        <w:rPr>
          <w:noProof/>
        </w:rPr>
        <w:t>Use the table below to help you decrypt the message. Start by entering the letters of the encrypted message in the second row of cells, from left to right.</w:t>
      </w:r>
    </w:p>
    <w:p w14:paraId="302B5249" w14:textId="77777777" w:rsidR="003E1995" w:rsidRPr="004F72AF" w:rsidRDefault="003E1995" w:rsidP="003E1995">
      <w:pPr>
        <w:pStyle w:val="SubStepAlpha"/>
        <w:numPr>
          <w:ilvl w:val="3"/>
          <w:numId w:val="19"/>
        </w:numPr>
        <w:rPr>
          <w:noProof/>
        </w:rPr>
      </w:pPr>
      <w:r w:rsidRPr="004F72AF">
        <w:rPr>
          <w:noProof/>
        </w:rPr>
        <w:t>Enter the keyword TCPIP in the top row, repeating the letters until there is a keyword letter for each letter of the encrypted message, even if the keyword letters at the end do not represent the complete keyword.</w:t>
      </w:r>
    </w:p>
    <w:p w14:paraId="090081C8" w14:textId="7DC75075" w:rsidR="003E1995" w:rsidRPr="004F72AF" w:rsidRDefault="003E1995" w:rsidP="003E1995">
      <w:pPr>
        <w:pStyle w:val="SubStepAlpha"/>
        <w:numPr>
          <w:ilvl w:val="3"/>
          <w:numId w:val="19"/>
        </w:numPr>
        <w:rPr>
          <w:noProof/>
        </w:rPr>
      </w:pPr>
      <w:r w:rsidRPr="004F72AF">
        <w:rPr>
          <w:noProof/>
        </w:rPr>
        <w:t>Refer to the</w:t>
      </w:r>
      <w:r>
        <w:t xml:space="preserve"> Vigenère</w:t>
      </w:r>
      <w:r w:rsidRPr="00572CD4">
        <w:t xml:space="preserve"> </w:t>
      </w:r>
      <w:r w:rsidRPr="004F72AF">
        <w:rPr>
          <w:noProof/>
        </w:rPr>
        <w:t xml:space="preserve">square or table shown in Step 3 and find the horizontal row that starts with the first letter of the keyword (the letter T). Scan across that row and locate the first letter of the encrypted message in the row (the letter </w:t>
      </w:r>
      <w:r w:rsidR="002924DA">
        <w:rPr>
          <w:noProof/>
        </w:rPr>
        <w:t>G</w:t>
      </w:r>
      <w:r w:rsidRPr="004F72AF">
        <w:rPr>
          <w:noProof/>
        </w:rPr>
        <w:t xml:space="preserve">). The letter at the top of the column where the encrypted message letter appears is the first letter of the decrypted message (the letter </w:t>
      </w:r>
      <w:r w:rsidR="002924DA">
        <w:rPr>
          <w:noProof/>
        </w:rPr>
        <w:t>N</w:t>
      </w:r>
      <w:r w:rsidRPr="004F72AF">
        <w:rPr>
          <w:noProof/>
        </w:rPr>
        <w:t xml:space="preserve">). </w:t>
      </w:r>
    </w:p>
    <w:p w14:paraId="737F7F2A" w14:textId="77777777" w:rsidR="003E1995" w:rsidRDefault="003E1995" w:rsidP="00997672">
      <w:pPr>
        <w:pStyle w:val="SubStepAlpha"/>
        <w:keepNext/>
        <w:numPr>
          <w:ilvl w:val="3"/>
          <w:numId w:val="19"/>
        </w:numPr>
      </w:pPr>
      <w:r w:rsidRPr="004F72AF">
        <w:rPr>
          <w:noProof/>
        </w:rPr>
        <w:t>Continue this process until you have decrypted the entire message and enter it in</w:t>
      </w:r>
      <w:r>
        <w:t xml:space="preserve"> row 3 of the following table.</w:t>
      </w:r>
    </w:p>
    <w:tbl>
      <w:tblPr>
        <w:tblStyle w:val="LabTableStyle"/>
        <w:tblW w:w="10080" w:type="dxa"/>
        <w:tblLook w:val="01E0" w:firstRow="1" w:lastRow="1" w:firstColumn="1" w:lastColumn="1" w:noHBand="0" w:noVBand="0"/>
        <w:tblDescription w:val="table to record your cipher, encrypted, decrypted messages. Record your answers in cells labeled &quot;blank&quot;."/>
      </w:tblPr>
      <w:tblGrid>
        <w:gridCol w:w="1391"/>
        <w:gridCol w:w="871"/>
        <w:gridCol w:w="779"/>
        <w:gridCol w:w="781"/>
        <w:gridCol w:w="778"/>
        <w:gridCol w:w="783"/>
        <w:gridCol w:w="781"/>
        <w:gridCol w:w="783"/>
        <w:gridCol w:w="783"/>
        <w:gridCol w:w="783"/>
        <w:gridCol w:w="781"/>
        <w:gridCol w:w="786"/>
      </w:tblGrid>
      <w:tr w:rsidR="002E6D4D" w14:paraId="55FCAEAD" w14:textId="77777777" w:rsidTr="002E6D4D">
        <w:trPr>
          <w:cnfStyle w:val="100000000000" w:firstRow="1" w:lastRow="0" w:firstColumn="0" w:lastColumn="0" w:oddVBand="0" w:evenVBand="0" w:oddHBand="0" w:evenHBand="0" w:firstRowFirstColumn="0" w:firstRowLastColumn="0" w:lastRowFirstColumn="0" w:lastRowLastColumn="0"/>
        </w:trPr>
        <w:tc>
          <w:tcPr>
            <w:tcW w:w="1391" w:type="dxa"/>
            <w:shd w:val="clear" w:color="auto" w:fill="DBE5F1" w:themeFill="accent1" w:themeFillTint="33"/>
            <w:vAlign w:val="top"/>
          </w:tcPr>
          <w:p w14:paraId="7D3E6038" w14:textId="77777777" w:rsidR="002E6D4D" w:rsidRPr="008A432C" w:rsidRDefault="002E6D4D" w:rsidP="002E6D4D">
            <w:pPr>
              <w:pStyle w:val="TableHeading"/>
            </w:pPr>
            <w:r w:rsidRPr="008A432C">
              <w:t>Cipher Keyword</w:t>
            </w:r>
          </w:p>
        </w:tc>
        <w:tc>
          <w:tcPr>
            <w:tcW w:w="871" w:type="dxa"/>
            <w:shd w:val="clear" w:color="auto" w:fill="FFFFFF" w:themeFill="background1"/>
            <w:vAlign w:val="top"/>
          </w:tcPr>
          <w:p w14:paraId="5CFE4F2F" w14:textId="69096E75" w:rsidR="002E6D4D" w:rsidRPr="002E6D4D" w:rsidRDefault="002E6D4D" w:rsidP="002E6D4D">
            <w:pPr>
              <w:pStyle w:val="ConfigWindow"/>
            </w:pPr>
            <w:r w:rsidRPr="00793E27">
              <w:t>blank</w:t>
            </w:r>
          </w:p>
        </w:tc>
        <w:tc>
          <w:tcPr>
            <w:tcW w:w="779" w:type="dxa"/>
            <w:shd w:val="clear" w:color="auto" w:fill="FFFFFF" w:themeFill="background1"/>
            <w:vAlign w:val="top"/>
          </w:tcPr>
          <w:p w14:paraId="2330AE3E" w14:textId="023D8BC5" w:rsidR="002E6D4D" w:rsidRPr="002E6D4D" w:rsidRDefault="002E6D4D" w:rsidP="002E6D4D">
            <w:pPr>
              <w:pStyle w:val="ConfigWindow"/>
            </w:pPr>
            <w:r w:rsidRPr="00793E27">
              <w:t>blank</w:t>
            </w:r>
          </w:p>
        </w:tc>
        <w:tc>
          <w:tcPr>
            <w:tcW w:w="781" w:type="dxa"/>
            <w:shd w:val="clear" w:color="auto" w:fill="FFFFFF" w:themeFill="background1"/>
            <w:vAlign w:val="top"/>
          </w:tcPr>
          <w:p w14:paraId="1D995725" w14:textId="2248C141" w:rsidR="002E6D4D" w:rsidRPr="002E6D4D" w:rsidRDefault="002E6D4D" w:rsidP="002E6D4D">
            <w:pPr>
              <w:pStyle w:val="ConfigWindow"/>
            </w:pPr>
            <w:r w:rsidRPr="00793E27">
              <w:t>blank</w:t>
            </w:r>
          </w:p>
        </w:tc>
        <w:tc>
          <w:tcPr>
            <w:tcW w:w="778" w:type="dxa"/>
            <w:shd w:val="clear" w:color="auto" w:fill="FFFFFF" w:themeFill="background1"/>
            <w:vAlign w:val="top"/>
          </w:tcPr>
          <w:p w14:paraId="1EB0D905" w14:textId="0DA082E4" w:rsidR="002E6D4D" w:rsidRPr="002E6D4D" w:rsidRDefault="002E6D4D" w:rsidP="002E6D4D">
            <w:pPr>
              <w:pStyle w:val="ConfigWindow"/>
            </w:pPr>
            <w:r w:rsidRPr="00793E27">
              <w:t>blank</w:t>
            </w:r>
          </w:p>
        </w:tc>
        <w:tc>
          <w:tcPr>
            <w:tcW w:w="783" w:type="dxa"/>
            <w:shd w:val="clear" w:color="auto" w:fill="FFFFFF" w:themeFill="background1"/>
            <w:vAlign w:val="top"/>
          </w:tcPr>
          <w:p w14:paraId="01825F99" w14:textId="4E967BA4" w:rsidR="002E6D4D" w:rsidRPr="002E6D4D" w:rsidRDefault="002E6D4D" w:rsidP="002E6D4D">
            <w:pPr>
              <w:pStyle w:val="ConfigWindow"/>
            </w:pPr>
            <w:r w:rsidRPr="00793E27">
              <w:t>blank</w:t>
            </w:r>
          </w:p>
        </w:tc>
        <w:tc>
          <w:tcPr>
            <w:tcW w:w="781" w:type="dxa"/>
            <w:shd w:val="clear" w:color="auto" w:fill="FFFFFF" w:themeFill="background1"/>
            <w:vAlign w:val="top"/>
          </w:tcPr>
          <w:p w14:paraId="019A2EB4" w14:textId="7998A093" w:rsidR="002E6D4D" w:rsidRPr="002E6D4D" w:rsidRDefault="002E6D4D" w:rsidP="002E6D4D">
            <w:pPr>
              <w:pStyle w:val="ConfigWindow"/>
            </w:pPr>
            <w:r w:rsidRPr="00793E27">
              <w:t>blank</w:t>
            </w:r>
          </w:p>
        </w:tc>
        <w:tc>
          <w:tcPr>
            <w:tcW w:w="783" w:type="dxa"/>
            <w:shd w:val="clear" w:color="auto" w:fill="FFFFFF" w:themeFill="background1"/>
            <w:vAlign w:val="top"/>
          </w:tcPr>
          <w:p w14:paraId="12FE52C3" w14:textId="5788B677" w:rsidR="002E6D4D" w:rsidRPr="002E6D4D" w:rsidRDefault="002E6D4D" w:rsidP="002E6D4D">
            <w:pPr>
              <w:pStyle w:val="ConfigWindow"/>
            </w:pPr>
            <w:r w:rsidRPr="00793E27">
              <w:t>blank</w:t>
            </w:r>
          </w:p>
        </w:tc>
        <w:tc>
          <w:tcPr>
            <w:tcW w:w="783" w:type="dxa"/>
            <w:shd w:val="clear" w:color="auto" w:fill="FFFFFF" w:themeFill="background1"/>
            <w:vAlign w:val="top"/>
          </w:tcPr>
          <w:p w14:paraId="41B9B7A0" w14:textId="75AFB5ED" w:rsidR="002E6D4D" w:rsidRPr="002E6D4D" w:rsidRDefault="002E6D4D" w:rsidP="002E6D4D">
            <w:pPr>
              <w:pStyle w:val="ConfigWindow"/>
            </w:pPr>
            <w:r w:rsidRPr="00793E27">
              <w:t>blank</w:t>
            </w:r>
          </w:p>
        </w:tc>
        <w:tc>
          <w:tcPr>
            <w:tcW w:w="783" w:type="dxa"/>
            <w:shd w:val="clear" w:color="auto" w:fill="FFFFFF" w:themeFill="background1"/>
            <w:vAlign w:val="top"/>
          </w:tcPr>
          <w:p w14:paraId="0CC649D6" w14:textId="1F64DDD7" w:rsidR="002E6D4D" w:rsidRPr="002E6D4D" w:rsidRDefault="002E6D4D" w:rsidP="002E6D4D">
            <w:pPr>
              <w:pStyle w:val="ConfigWindow"/>
            </w:pPr>
            <w:r w:rsidRPr="00793E27">
              <w:t>blank</w:t>
            </w:r>
          </w:p>
        </w:tc>
        <w:tc>
          <w:tcPr>
            <w:tcW w:w="781" w:type="dxa"/>
            <w:shd w:val="clear" w:color="auto" w:fill="FFFFFF" w:themeFill="background1"/>
            <w:vAlign w:val="top"/>
          </w:tcPr>
          <w:p w14:paraId="2E0B444D" w14:textId="7FF3228C" w:rsidR="002E6D4D" w:rsidRPr="002E6D4D" w:rsidRDefault="002E6D4D" w:rsidP="002E6D4D">
            <w:pPr>
              <w:pStyle w:val="ConfigWindow"/>
            </w:pPr>
            <w:r w:rsidRPr="00793E27">
              <w:t>blank</w:t>
            </w:r>
          </w:p>
        </w:tc>
        <w:tc>
          <w:tcPr>
            <w:tcW w:w="786" w:type="dxa"/>
            <w:shd w:val="clear" w:color="auto" w:fill="FFFFFF" w:themeFill="background1"/>
            <w:vAlign w:val="top"/>
          </w:tcPr>
          <w:p w14:paraId="0148023D" w14:textId="2DE23343" w:rsidR="002E6D4D" w:rsidRPr="002E6D4D" w:rsidRDefault="002E6D4D" w:rsidP="002E6D4D">
            <w:pPr>
              <w:pStyle w:val="ConfigWindow"/>
            </w:pPr>
            <w:r w:rsidRPr="00793E27">
              <w:t>blank</w:t>
            </w:r>
          </w:p>
        </w:tc>
      </w:tr>
      <w:tr w:rsidR="002E6D4D" w14:paraId="3C253289" w14:textId="77777777" w:rsidTr="002E6D4D">
        <w:tc>
          <w:tcPr>
            <w:tcW w:w="1391" w:type="dxa"/>
            <w:shd w:val="clear" w:color="auto" w:fill="DBE5F1" w:themeFill="accent1" w:themeFillTint="33"/>
            <w:vAlign w:val="top"/>
          </w:tcPr>
          <w:p w14:paraId="59C603BB" w14:textId="77777777" w:rsidR="002E6D4D" w:rsidRPr="008A432C" w:rsidRDefault="002E6D4D" w:rsidP="002E6D4D">
            <w:pPr>
              <w:pStyle w:val="TableHeading"/>
            </w:pPr>
            <w:r w:rsidRPr="008A432C">
              <w:t>Encrypted Message</w:t>
            </w:r>
          </w:p>
        </w:tc>
        <w:tc>
          <w:tcPr>
            <w:tcW w:w="871" w:type="dxa"/>
            <w:vAlign w:val="top"/>
          </w:tcPr>
          <w:p w14:paraId="1C89F175" w14:textId="29DF7544" w:rsidR="002E6D4D" w:rsidRPr="002E6D4D" w:rsidRDefault="002E6D4D" w:rsidP="002E6D4D">
            <w:pPr>
              <w:pStyle w:val="ConfigWindow"/>
            </w:pPr>
            <w:r w:rsidRPr="00793E27">
              <w:t>blank</w:t>
            </w:r>
          </w:p>
        </w:tc>
        <w:tc>
          <w:tcPr>
            <w:tcW w:w="779" w:type="dxa"/>
            <w:vAlign w:val="top"/>
          </w:tcPr>
          <w:p w14:paraId="7300C4C8" w14:textId="0E27A3AA" w:rsidR="002E6D4D" w:rsidRPr="002E6D4D" w:rsidRDefault="002E6D4D" w:rsidP="002E6D4D">
            <w:pPr>
              <w:pStyle w:val="ConfigWindow"/>
            </w:pPr>
            <w:r w:rsidRPr="00793E27">
              <w:t>blank</w:t>
            </w:r>
          </w:p>
        </w:tc>
        <w:tc>
          <w:tcPr>
            <w:tcW w:w="781" w:type="dxa"/>
            <w:vAlign w:val="top"/>
          </w:tcPr>
          <w:p w14:paraId="7F8A1E18" w14:textId="5C2AACF5" w:rsidR="002E6D4D" w:rsidRPr="002E6D4D" w:rsidRDefault="002E6D4D" w:rsidP="002E6D4D">
            <w:pPr>
              <w:pStyle w:val="ConfigWindow"/>
            </w:pPr>
            <w:r w:rsidRPr="00793E27">
              <w:t>blank</w:t>
            </w:r>
          </w:p>
        </w:tc>
        <w:tc>
          <w:tcPr>
            <w:tcW w:w="778" w:type="dxa"/>
            <w:vAlign w:val="top"/>
          </w:tcPr>
          <w:p w14:paraId="70B17F38" w14:textId="61CA0DAA" w:rsidR="002E6D4D" w:rsidRPr="002E6D4D" w:rsidRDefault="002E6D4D" w:rsidP="002E6D4D">
            <w:pPr>
              <w:pStyle w:val="ConfigWindow"/>
            </w:pPr>
            <w:r w:rsidRPr="00793E27">
              <w:t>blank</w:t>
            </w:r>
          </w:p>
        </w:tc>
        <w:tc>
          <w:tcPr>
            <w:tcW w:w="783" w:type="dxa"/>
            <w:vAlign w:val="top"/>
          </w:tcPr>
          <w:p w14:paraId="646A74F6" w14:textId="7E122854" w:rsidR="002E6D4D" w:rsidRPr="002E6D4D" w:rsidRDefault="002E6D4D" w:rsidP="002E6D4D">
            <w:pPr>
              <w:pStyle w:val="ConfigWindow"/>
            </w:pPr>
            <w:r w:rsidRPr="00793E27">
              <w:t>blank</w:t>
            </w:r>
          </w:p>
        </w:tc>
        <w:tc>
          <w:tcPr>
            <w:tcW w:w="781" w:type="dxa"/>
            <w:vAlign w:val="top"/>
          </w:tcPr>
          <w:p w14:paraId="6315F7AD" w14:textId="6F5511CC" w:rsidR="002E6D4D" w:rsidRPr="002E6D4D" w:rsidRDefault="002E6D4D" w:rsidP="002E6D4D">
            <w:pPr>
              <w:pStyle w:val="ConfigWindow"/>
            </w:pPr>
            <w:r w:rsidRPr="00793E27">
              <w:t>blank</w:t>
            </w:r>
          </w:p>
        </w:tc>
        <w:tc>
          <w:tcPr>
            <w:tcW w:w="783" w:type="dxa"/>
            <w:vAlign w:val="top"/>
          </w:tcPr>
          <w:p w14:paraId="5CCBA0C8" w14:textId="32CCCE7F" w:rsidR="002E6D4D" w:rsidRPr="002E6D4D" w:rsidRDefault="002E6D4D" w:rsidP="002E6D4D">
            <w:pPr>
              <w:pStyle w:val="ConfigWindow"/>
            </w:pPr>
            <w:r w:rsidRPr="00793E27">
              <w:t>blank</w:t>
            </w:r>
          </w:p>
        </w:tc>
        <w:tc>
          <w:tcPr>
            <w:tcW w:w="783" w:type="dxa"/>
            <w:vAlign w:val="top"/>
          </w:tcPr>
          <w:p w14:paraId="0AE3F8F1" w14:textId="70E340CD" w:rsidR="002E6D4D" w:rsidRPr="002E6D4D" w:rsidRDefault="002E6D4D" w:rsidP="002E6D4D">
            <w:pPr>
              <w:pStyle w:val="ConfigWindow"/>
            </w:pPr>
            <w:r w:rsidRPr="00793E27">
              <w:t>blank</w:t>
            </w:r>
          </w:p>
        </w:tc>
        <w:tc>
          <w:tcPr>
            <w:tcW w:w="783" w:type="dxa"/>
            <w:vAlign w:val="top"/>
          </w:tcPr>
          <w:p w14:paraId="66D1F8AF" w14:textId="7B9F3BB2" w:rsidR="002E6D4D" w:rsidRPr="002E6D4D" w:rsidRDefault="002E6D4D" w:rsidP="002E6D4D">
            <w:pPr>
              <w:pStyle w:val="ConfigWindow"/>
            </w:pPr>
            <w:r w:rsidRPr="00793E27">
              <w:t>blank</w:t>
            </w:r>
          </w:p>
        </w:tc>
        <w:tc>
          <w:tcPr>
            <w:tcW w:w="781" w:type="dxa"/>
            <w:vAlign w:val="top"/>
          </w:tcPr>
          <w:p w14:paraId="203E4830" w14:textId="2D814DA5" w:rsidR="002E6D4D" w:rsidRPr="002E6D4D" w:rsidRDefault="002E6D4D" w:rsidP="002E6D4D">
            <w:pPr>
              <w:pStyle w:val="ConfigWindow"/>
            </w:pPr>
            <w:r w:rsidRPr="00793E27">
              <w:t>blank</w:t>
            </w:r>
          </w:p>
        </w:tc>
        <w:tc>
          <w:tcPr>
            <w:tcW w:w="786" w:type="dxa"/>
            <w:vAlign w:val="top"/>
          </w:tcPr>
          <w:p w14:paraId="10642186" w14:textId="59D560D6" w:rsidR="002E6D4D" w:rsidRPr="002E6D4D" w:rsidRDefault="002E6D4D" w:rsidP="002E6D4D">
            <w:pPr>
              <w:pStyle w:val="ConfigWindow"/>
            </w:pPr>
            <w:r w:rsidRPr="00793E27">
              <w:t>blank</w:t>
            </w:r>
          </w:p>
        </w:tc>
      </w:tr>
      <w:tr w:rsidR="002E6D4D" w14:paraId="0B003DAD" w14:textId="77777777" w:rsidTr="002E6D4D">
        <w:tc>
          <w:tcPr>
            <w:tcW w:w="1391" w:type="dxa"/>
            <w:shd w:val="clear" w:color="auto" w:fill="DBE5F1" w:themeFill="accent1" w:themeFillTint="33"/>
            <w:vAlign w:val="top"/>
          </w:tcPr>
          <w:p w14:paraId="7A1073EE" w14:textId="77777777" w:rsidR="002E6D4D" w:rsidRPr="008A432C" w:rsidRDefault="002E6D4D" w:rsidP="002E6D4D">
            <w:pPr>
              <w:pStyle w:val="TableHeading"/>
            </w:pPr>
            <w:r w:rsidRPr="008A432C">
              <w:t>Decrypted Message</w:t>
            </w:r>
          </w:p>
        </w:tc>
        <w:tc>
          <w:tcPr>
            <w:tcW w:w="871" w:type="dxa"/>
            <w:vAlign w:val="top"/>
          </w:tcPr>
          <w:p w14:paraId="643C5A35" w14:textId="7CA287B8" w:rsidR="002E6D4D" w:rsidRPr="002E6D4D" w:rsidRDefault="002E6D4D" w:rsidP="002E6D4D">
            <w:pPr>
              <w:pStyle w:val="ConfigWindow"/>
            </w:pPr>
            <w:r w:rsidRPr="00793E27">
              <w:t>blank</w:t>
            </w:r>
          </w:p>
        </w:tc>
        <w:tc>
          <w:tcPr>
            <w:tcW w:w="779" w:type="dxa"/>
            <w:vAlign w:val="top"/>
          </w:tcPr>
          <w:p w14:paraId="7A5DA10E" w14:textId="21BE72D9" w:rsidR="002E6D4D" w:rsidRPr="002E6D4D" w:rsidRDefault="002E6D4D" w:rsidP="002E6D4D">
            <w:pPr>
              <w:pStyle w:val="ConfigWindow"/>
            </w:pPr>
            <w:r w:rsidRPr="00793E27">
              <w:t>blank</w:t>
            </w:r>
          </w:p>
        </w:tc>
        <w:tc>
          <w:tcPr>
            <w:tcW w:w="781" w:type="dxa"/>
            <w:vAlign w:val="top"/>
          </w:tcPr>
          <w:p w14:paraId="74F89550" w14:textId="6C3A24BE" w:rsidR="002E6D4D" w:rsidRPr="002E6D4D" w:rsidRDefault="002E6D4D" w:rsidP="002E6D4D">
            <w:pPr>
              <w:pStyle w:val="ConfigWindow"/>
            </w:pPr>
            <w:r w:rsidRPr="00793E27">
              <w:t>blank</w:t>
            </w:r>
          </w:p>
        </w:tc>
        <w:tc>
          <w:tcPr>
            <w:tcW w:w="778" w:type="dxa"/>
            <w:vAlign w:val="top"/>
          </w:tcPr>
          <w:p w14:paraId="7F850862" w14:textId="1F7B0C60" w:rsidR="002E6D4D" w:rsidRPr="002E6D4D" w:rsidRDefault="002E6D4D" w:rsidP="002E6D4D">
            <w:pPr>
              <w:pStyle w:val="ConfigWindow"/>
            </w:pPr>
            <w:r w:rsidRPr="00793E27">
              <w:t>blank</w:t>
            </w:r>
          </w:p>
        </w:tc>
        <w:tc>
          <w:tcPr>
            <w:tcW w:w="783" w:type="dxa"/>
            <w:vAlign w:val="top"/>
          </w:tcPr>
          <w:p w14:paraId="2D9F8E37" w14:textId="19A211FC" w:rsidR="002E6D4D" w:rsidRPr="002E6D4D" w:rsidRDefault="002E6D4D" w:rsidP="002E6D4D">
            <w:pPr>
              <w:pStyle w:val="ConfigWindow"/>
            </w:pPr>
            <w:r w:rsidRPr="00793E27">
              <w:t>blank</w:t>
            </w:r>
          </w:p>
        </w:tc>
        <w:tc>
          <w:tcPr>
            <w:tcW w:w="781" w:type="dxa"/>
            <w:vAlign w:val="top"/>
          </w:tcPr>
          <w:p w14:paraId="5D1F9C23" w14:textId="2D98BC9E" w:rsidR="002E6D4D" w:rsidRPr="002E6D4D" w:rsidRDefault="002E6D4D" w:rsidP="002E6D4D">
            <w:pPr>
              <w:pStyle w:val="ConfigWindow"/>
            </w:pPr>
            <w:r w:rsidRPr="00793E27">
              <w:t>blank</w:t>
            </w:r>
          </w:p>
        </w:tc>
        <w:tc>
          <w:tcPr>
            <w:tcW w:w="783" w:type="dxa"/>
            <w:vAlign w:val="top"/>
          </w:tcPr>
          <w:p w14:paraId="20B5C17C" w14:textId="761A9AC0" w:rsidR="002E6D4D" w:rsidRPr="002E6D4D" w:rsidRDefault="002E6D4D" w:rsidP="002E6D4D">
            <w:pPr>
              <w:pStyle w:val="ConfigWindow"/>
            </w:pPr>
            <w:r w:rsidRPr="00793E27">
              <w:t>blank</w:t>
            </w:r>
          </w:p>
        </w:tc>
        <w:tc>
          <w:tcPr>
            <w:tcW w:w="783" w:type="dxa"/>
            <w:vAlign w:val="top"/>
          </w:tcPr>
          <w:p w14:paraId="77CC728F" w14:textId="5939F47A" w:rsidR="002E6D4D" w:rsidRPr="002E6D4D" w:rsidRDefault="002E6D4D" w:rsidP="002E6D4D">
            <w:pPr>
              <w:pStyle w:val="ConfigWindow"/>
            </w:pPr>
            <w:r w:rsidRPr="00793E27">
              <w:t>blank</w:t>
            </w:r>
          </w:p>
        </w:tc>
        <w:tc>
          <w:tcPr>
            <w:tcW w:w="783" w:type="dxa"/>
            <w:vAlign w:val="top"/>
          </w:tcPr>
          <w:p w14:paraId="7953C0D8" w14:textId="26C21D84" w:rsidR="002E6D4D" w:rsidRPr="002E6D4D" w:rsidRDefault="002E6D4D" w:rsidP="002E6D4D">
            <w:pPr>
              <w:pStyle w:val="ConfigWindow"/>
            </w:pPr>
            <w:r w:rsidRPr="00793E27">
              <w:t>blank</w:t>
            </w:r>
          </w:p>
        </w:tc>
        <w:tc>
          <w:tcPr>
            <w:tcW w:w="781" w:type="dxa"/>
            <w:vAlign w:val="top"/>
          </w:tcPr>
          <w:p w14:paraId="1D1A2A10" w14:textId="548C8549" w:rsidR="002E6D4D" w:rsidRPr="002E6D4D" w:rsidRDefault="002E6D4D" w:rsidP="002E6D4D">
            <w:pPr>
              <w:pStyle w:val="ConfigWindow"/>
            </w:pPr>
            <w:r w:rsidRPr="00793E27">
              <w:t>blank</w:t>
            </w:r>
          </w:p>
        </w:tc>
        <w:tc>
          <w:tcPr>
            <w:tcW w:w="786" w:type="dxa"/>
            <w:vAlign w:val="top"/>
          </w:tcPr>
          <w:p w14:paraId="0FCC6A94" w14:textId="69F0E73A" w:rsidR="002E6D4D" w:rsidRPr="002E6D4D" w:rsidRDefault="002E6D4D" w:rsidP="002E6D4D">
            <w:pPr>
              <w:pStyle w:val="ConfigWindow"/>
            </w:pPr>
            <w:r w:rsidRPr="00793E27">
              <w:t>blank</w:t>
            </w:r>
          </w:p>
        </w:tc>
      </w:tr>
    </w:tbl>
    <w:p w14:paraId="1EE09B33" w14:textId="77777777" w:rsidR="007B5A39" w:rsidRDefault="007B5A39" w:rsidP="007B5A39">
      <w:pPr>
        <w:pStyle w:val="ConfigWindow"/>
      </w:pPr>
      <w:r>
        <w:t>Blank Line, No additional information</w:t>
      </w:r>
    </w:p>
    <w:p w14:paraId="234ABD69" w14:textId="77777777" w:rsidR="003E1995" w:rsidRPr="006C2232" w:rsidRDefault="003E1995" w:rsidP="006C2232">
      <w:pPr>
        <w:pStyle w:val="Heading2"/>
      </w:pPr>
      <w:r w:rsidRPr="006C2232">
        <w:t>Create a Vigenère Cipher-Encrypted Message and Decrypt It</w:t>
      </w:r>
    </w:p>
    <w:p w14:paraId="05513B64" w14:textId="77777777" w:rsidR="003E1995" w:rsidRPr="004F72AF" w:rsidRDefault="003E1995" w:rsidP="003E1995">
      <w:pPr>
        <w:pStyle w:val="BodyTextL25"/>
        <w:rPr>
          <w:noProof/>
        </w:rPr>
      </w:pPr>
      <w:r>
        <w:t>In Part 2, work with a lab partner and agree on a secret password to use as</w:t>
      </w:r>
      <w:r w:rsidRPr="004F72AF">
        <w:rPr>
          <w:noProof/>
        </w:rPr>
        <w:t xml:space="preserve"> the pre-shared key. Each lab partner creates a secret message using the</w:t>
      </w:r>
      <w:r>
        <w:t xml:space="preserve"> Vigenère</w:t>
      </w:r>
      <w:r w:rsidRPr="00572CD4">
        <w:t xml:space="preserve"> </w:t>
      </w:r>
      <w:r w:rsidRPr="004F72AF">
        <w:rPr>
          <w:noProof/>
        </w:rPr>
        <w:t>cipher and the key. Partners exchange messages and decipher them using their pre-shared key.</w:t>
      </w:r>
    </w:p>
    <w:p w14:paraId="1860216E" w14:textId="77777777" w:rsidR="003E1995" w:rsidRPr="004F72AF" w:rsidRDefault="003E1995" w:rsidP="003E1995">
      <w:pPr>
        <w:pStyle w:val="BodyTextL25"/>
        <w:rPr>
          <w:rFonts w:cs="Arial"/>
          <w:noProof/>
        </w:rPr>
      </w:pPr>
      <w:r w:rsidRPr="004F72AF">
        <w:rPr>
          <w:b/>
          <w:noProof/>
        </w:rPr>
        <w:t>Note:</w:t>
      </w:r>
      <w:r w:rsidRPr="004F72AF">
        <w:rPr>
          <w:noProof/>
        </w:rPr>
        <w:t xml:space="preserve"> If you do not have a partner, you can perform the steps yourself.</w:t>
      </w:r>
    </w:p>
    <w:p w14:paraId="3AEF31FB" w14:textId="77777777" w:rsidR="003E1995" w:rsidRPr="004F72AF" w:rsidRDefault="003E1995" w:rsidP="006C2232">
      <w:pPr>
        <w:pStyle w:val="Heading3"/>
        <w:rPr>
          <w:noProof/>
        </w:rPr>
      </w:pPr>
      <w:r w:rsidRPr="004F72AF">
        <w:rPr>
          <w:noProof/>
        </w:rPr>
        <w:t>Determine the cipher keyword.</w:t>
      </w:r>
    </w:p>
    <w:p w14:paraId="61C5D080" w14:textId="77777777" w:rsidR="00997672" w:rsidRDefault="00997672" w:rsidP="00997672">
      <w:pPr>
        <w:pStyle w:val="Heading4"/>
        <w:rPr>
          <w:noProof/>
        </w:rPr>
      </w:pPr>
      <w:r>
        <w:rPr>
          <w:noProof/>
        </w:rPr>
        <w:t>Question:</w:t>
      </w:r>
    </w:p>
    <w:p w14:paraId="055D4CCB" w14:textId="0EAEC4EF" w:rsidR="003E1995" w:rsidRPr="004F72AF" w:rsidRDefault="003E1995" w:rsidP="00997672">
      <w:pPr>
        <w:pStyle w:val="BodyTextL25"/>
        <w:spacing w:before="0"/>
        <w:rPr>
          <w:noProof/>
        </w:rPr>
      </w:pPr>
      <w:r w:rsidRPr="004F72AF">
        <w:rPr>
          <w:noProof/>
        </w:rPr>
        <w:t>With your partner, establish a cipher keyword and enter it here.</w:t>
      </w:r>
    </w:p>
    <w:p w14:paraId="2BEFC8CB" w14:textId="4612A3E5" w:rsidR="003E1995" w:rsidRPr="004F72AF" w:rsidRDefault="00997672" w:rsidP="00997672">
      <w:pPr>
        <w:pStyle w:val="AnswerLineL25"/>
        <w:rPr>
          <w:noProof/>
        </w:rPr>
      </w:pPr>
      <w:r>
        <w:rPr>
          <w:noProof/>
        </w:rPr>
        <w:t>Type your answers here.</w:t>
      </w:r>
    </w:p>
    <w:p w14:paraId="2319AFC5" w14:textId="7CDCA9DE" w:rsidR="003E1995" w:rsidRDefault="003E1995" w:rsidP="006C2232">
      <w:pPr>
        <w:pStyle w:val="Heading3"/>
        <w:rPr>
          <w:noProof/>
        </w:rPr>
      </w:pPr>
      <w:r w:rsidRPr="004F72AF">
        <w:rPr>
          <w:noProof/>
        </w:rPr>
        <w:t>Create a plain text message and encrypt it (both partners).</w:t>
      </w:r>
    </w:p>
    <w:p w14:paraId="2B78EA9D" w14:textId="088F02CA" w:rsidR="003E1995" w:rsidRDefault="003E1995" w:rsidP="003E1995">
      <w:pPr>
        <w:pStyle w:val="SubStepAlpha"/>
        <w:numPr>
          <w:ilvl w:val="3"/>
          <w:numId w:val="15"/>
        </w:numPr>
      </w:pPr>
      <w:r w:rsidRPr="004F72AF">
        <w:rPr>
          <w:noProof/>
        </w:rPr>
        <w:t>Create a plain text (decrypted) message to be encrypted by your partner.</w:t>
      </w:r>
    </w:p>
    <w:p w14:paraId="361C4537" w14:textId="77777777" w:rsidR="00997672" w:rsidRPr="00997672" w:rsidRDefault="00997672" w:rsidP="00997672">
      <w:pPr>
        <w:pStyle w:val="Heading4"/>
      </w:pPr>
      <w:r>
        <w:t>Question:</w:t>
      </w:r>
    </w:p>
    <w:p w14:paraId="716AC37D" w14:textId="596E4256" w:rsidR="00997672" w:rsidRDefault="00997672" w:rsidP="00997672">
      <w:pPr>
        <w:pStyle w:val="BodyTextL50"/>
        <w:spacing w:before="0"/>
      </w:pPr>
      <w:r>
        <w:rPr>
          <w:noProof/>
        </w:rPr>
        <w:t>Record it below.</w:t>
      </w:r>
    </w:p>
    <w:p w14:paraId="59BEA3E6" w14:textId="278FD17A" w:rsidR="003E1995" w:rsidRDefault="00997672" w:rsidP="00997672">
      <w:pPr>
        <w:pStyle w:val="AnswerLineL50"/>
      </w:pPr>
      <w:r>
        <w:t>Type your answers here.</w:t>
      </w:r>
    </w:p>
    <w:p w14:paraId="57428F3A" w14:textId="77777777" w:rsidR="003E1995" w:rsidRDefault="003E1995" w:rsidP="003E1995">
      <w:pPr>
        <w:pStyle w:val="SubStepAlpha"/>
        <w:numPr>
          <w:ilvl w:val="3"/>
          <w:numId w:val="15"/>
        </w:numPr>
      </w:pPr>
      <w:r w:rsidRPr="004F72AF">
        <w:rPr>
          <w:noProof/>
        </w:rPr>
        <w:t>You can use the following table to help you encrypt the message. You can enter the unencrypted message and cipher keyword</w:t>
      </w:r>
      <w:r>
        <w:t xml:space="preserve"> here, but do not let your partner see it.</w:t>
      </w:r>
    </w:p>
    <w:p w14:paraId="2F7D9105" w14:textId="77777777" w:rsidR="003E1995" w:rsidRPr="004F72AF" w:rsidRDefault="003E1995" w:rsidP="006C2232">
      <w:pPr>
        <w:pStyle w:val="SubStepAlpha"/>
        <w:keepNext/>
        <w:numPr>
          <w:ilvl w:val="3"/>
          <w:numId w:val="15"/>
        </w:numPr>
        <w:rPr>
          <w:noProof/>
        </w:rPr>
      </w:pPr>
      <w:r>
        <w:t>In the Vigenère</w:t>
      </w:r>
      <w:r w:rsidRPr="00572CD4">
        <w:t xml:space="preserve"> </w:t>
      </w:r>
      <w:r w:rsidRPr="004F72AF">
        <w:rPr>
          <w:noProof/>
        </w:rPr>
        <w:t>table, locate the row that starts with the first letter of the cipher keyword. Next locate the first letter to be encrypted at the top of the column in the table. The point (cell) at which the table row (key letter) and column (message letter) intersect is the first letter of the encrypted message. Continue this process until you have encrypted the entire message.</w:t>
      </w:r>
    </w:p>
    <w:p w14:paraId="7F312FCC" w14:textId="77777777" w:rsidR="003E1995" w:rsidRDefault="003E1995" w:rsidP="006C2232">
      <w:pPr>
        <w:pStyle w:val="BodyTextL50"/>
        <w:keepNext/>
      </w:pPr>
      <w:r w:rsidRPr="004F72AF">
        <w:rPr>
          <w:rStyle w:val="BodyTextBoldChar"/>
          <w:rFonts w:eastAsia="Calibri"/>
          <w:noProof/>
        </w:rPr>
        <w:t>Note</w:t>
      </w:r>
      <w:r w:rsidRPr="004F72AF">
        <w:rPr>
          <w:noProof/>
        </w:rPr>
        <w:t xml:space="preserve">: This table is limited to messages of 12 characters. You can create longer messages if desired. Message encryption and decryption </w:t>
      </w:r>
      <w:r>
        <w:rPr>
          <w:noProof/>
        </w:rPr>
        <w:t>are</w:t>
      </w:r>
      <w:r w:rsidRPr="004F72AF">
        <w:rPr>
          <w:noProof/>
        </w:rPr>
        <w:t xml:space="preserve"> not</w:t>
      </w:r>
      <w:r>
        <w:t xml:space="preserve"> case-sensitive.</w:t>
      </w:r>
    </w:p>
    <w:tbl>
      <w:tblPr>
        <w:tblStyle w:val="LabTableStyle"/>
        <w:tblW w:w="10080" w:type="dxa"/>
        <w:tblLook w:val="01E0" w:firstRow="1" w:lastRow="1" w:firstColumn="1" w:lastColumn="1" w:noHBand="0" w:noVBand="0"/>
        <w:tblDescription w:val="table to record your cipher, encrypted, decrypted messages. Record your answers in cells labeled &quot;blank&quot;."/>
      </w:tblPr>
      <w:tblGrid>
        <w:gridCol w:w="1301"/>
        <w:gridCol w:w="729"/>
        <w:gridCol w:w="730"/>
        <w:gridCol w:w="732"/>
        <w:gridCol w:w="730"/>
        <w:gridCol w:w="732"/>
        <w:gridCol w:w="732"/>
        <w:gridCol w:w="732"/>
        <w:gridCol w:w="732"/>
        <w:gridCol w:w="732"/>
        <w:gridCol w:w="732"/>
        <w:gridCol w:w="734"/>
        <w:gridCol w:w="732"/>
      </w:tblGrid>
      <w:tr w:rsidR="00C10D56" w14:paraId="0CF878F5" w14:textId="77777777" w:rsidTr="00C10D56">
        <w:trPr>
          <w:cnfStyle w:val="100000000000" w:firstRow="1" w:lastRow="0" w:firstColumn="0" w:lastColumn="0" w:oddVBand="0" w:evenVBand="0" w:oddHBand="0" w:evenHBand="0" w:firstRowFirstColumn="0" w:firstRowLastColumn="0" w:lastRowFirstColumn="0" w:lastRowLastColumn="0"/>
        </w:trPr>
        <w:tc>
          <w:tcPr>
            <w:tcW w:w="1301" w:type="dxa"/>
            <w:shd w:val="clear" w:color="auto" w:fill="DBE5F1" w:themeFill="accent1" w:themeFillTint="33"/>
            <w:vAlign w:val="top"/>
          </w:tcPr>
          <w:p w14:paraId="1D03B426" w14:textId="77777777" w:rsidR="00C10D56" w:rsidRPr="008A432C" w:rsidRDefault="00C10D56" w:rsidP="00C10D56">
            <w:pPr>
              <w:pStyle w:val="TableHeading"/>
            </w:pPr>
            <w:r w:rsidRPr="008A432C">
              <w:t>Cipher Keyword</w:t>
            </w:r>
          </w:p>
        </w:tc>
        <w:tc>
          <w:tcPr>
            <w:tcW w:w="729" w:type="dxa"/>
            <w:shd w:val="clear" w:color="auto" w:fill="auto"/>
            <w:vAlign w:val="top"/>
          </w:tcPr>
          <w:p w14:paraId="3222E634" w14:textId="5E27930E" w:rsidR="00C10D56" w:rsidRPr="00C10D56" w:rsidRDefault="00C10D56" w:rsidP="00C10D56">
            <w:pPr>
              <w:pStyle w:val="ConfigWindow"/>
            </w:pPr>
            <w:r w:rsidRPr="00C10D56">
              <w:t>blank</w:t>
            </w:r>
          </w:p>
        </w:tc>
        <w:tc>
          <w:tcPr>
            <w:tcW w:w="730" w:type="dxa"/>
            <w:shd w:val="clear" w:color="auto" w:fill="auto"/>
            <w:vAlign w:val="top"/>
          </w:tcPr>
          <w:p w14:paraId="7FE62EE8" w14:textId="32D1074F" w:rsidR="00C10D56" w:rsidRPr="00C10D56" w:rsidRDefault="00C10D56" w:rsidP="00C10D56">
            <w:pPr>
              <w:pStyle w:val="ConfigWindow"/>
            </w:pPr>
            <w:r w:rsidRPr="00C10D56">
              <w:t>blank</w:t>
            </w:r>
          </w:p>
        </w:tc>
        <w:tc>
          <w:tcPr>
            <w:tcW w:w="732" w:type="dxa"/>
            <w:shd w:val="clear" w:color="auto" w:fill="auto"/>
            <w:vAlign w:val="top"/>
          </w:tcPr>
          <w:p w14:paraId="3CA26834" w14:textId="545A6AC8" w:rsidR="00C10D56" w:rsidRPr="00C10D56" w:rsidRDefault="00C10D56" w:rsidP="00C10D56">
            <w:pPr>
              <w:pStyle w:val="ConfigWindow"/>
            </w:pPr>
            <w:r w:rsidRPr="00C10D56">
              <w:t>blank</w:t>
            </w:r>
          </w:p>
        </w:tc>
        <w:tc>
          <w:tcPr>
            <w:tcW w:w="730" w:type="dxa"/>
            <w:shd w:val="clear" w:color="auto" w:fill="auto"/>
            <w:vAlign w:val="top"/>
          </w:tcPr>
          <w:p w14:paraId="3D84585A" w14:textId="60A9495A" w:rsidR="00C10D56" w:rsidRPr="00C10D56" w:rsidRDefault="00C10D56" w:rsidP="00C10D56">
            <w:pPr>
              <w:pStyle w:val="ConfigWindow"/>
            </w:pPr>
            <w:r w:rsidRPr="00C10D56">
              <w:t>blank</w:t>
            </w:r>
          </w:p>
        </w:tc>
        <w:tc>
          <w:tcPr>
            <w:tcW w:w="732" w:type="dxa"/>
            <w:shd w:val="clear" w:color="auto" w:fill="auto"/>
            <w:vAlign w:val="top"/>
          </w:tcPr>
          <w:p w14:paraId="193E36C9" w14:textId="787FE438" w:rsidR="00C10D56" w:rsidRPr="00C10D56" w:rsidRDefault="00C10D56" w:rsidP="00C10D56">
            <w:pPr>
              <w:pStyle w:val="ConfigWindow"/>
            </w:pPr>
            <w:r w:rsidRPr="00C10D56">
              <w:t>blank</w:t>
            </w:r>
          </w:p>
        </w:tc>
        <w:tc>
          <w:tcPr>
            <w:tcW w:w="732" w:type="dxa"/>
            <w:shd w:val="clear" w:color="auto" w:fill="auto"/>
            <w:vAlign w:val="top"/>
          </w:tcPr>
          <w:p w14:paraId="02C87871" w14:textId="60131464" w:rsidR="00C10D56" w:rsidRPr="00C10D56" w:rsidRDefault="00C10D56" w:rsidP="00C10D56">
            <w:pPr>
              <w:pStyle w:val="ConfigWindow"/>
            </w:pPr>
            <w:r w:rsidRPr="00C10D56">
              <w:t>blank</w:t>
            </w:r>
          </w:p>
        </w:tc>
        <w:tc>
          <w:tcPr>
            <w:tcW w:w="732" w:type="dxa"/>
            <w:shd w:val="clear" w:color="auto" w:fill="auto"/>
            <w:vAlign w:val="top"/>
          </w:tcPr>
          <w:p w14:paraId="5FC13C19" w14:textId="363BE7EB" w:rsidR="00C10D56" w:rsidRPr="00C10D56" w:rsidRDefault="00C10D56" w:rsidP="00C10D56">
            <w:pPr>
              <w:pStyle w:val="ConfigWindow"/>
            </w:pPr>
            <w:r w:rsidRPr="00C10D56">
              <w:t>blank</w:t>
            </w:r>
          </w:p>
        </w:tc>
        <w:tc>
          <w:tcPr>
            <w:tcW w:w="732" w:type="dxa"/>
            <w:shd w:val="clear" w:color="auto" w:fill="auto"/>
            <w:vAlign w:val="top"/>
          </w:tcPr>
          <w:p w14:paraId="132B7C01" w14:textId="4754A5A2" w:rsidR="00C10D56" w:rsidRPr="00C10D56" w:rsidRDefault="00C10D56" w:rsidP="00C10D56">
            <w:pPr>
              <w:pStyle w:val="ConfigWindow"/>
            </w:pPr>
            <w:r w:rsidRPr="00C10D56">
              <w:t>blank</w:t>
            </w:r>
          </w:p>
        </w:tc>
        <w:tc>
          <w:tcPr>
            <w:tcW w:w="732" w:type="dxa"/>
            <w:shd w:val="clear" w:color="auto" w:fill="auto"/>
            <w:vAlign w:val="top"/>
          </w:tcPr>
          <w:p w14:paraId="0640F295" w14:textId="76BB0697" w:rsidR="00C10D56" w:rsidRPr="00C10D56" w:rsidRDefault="00C10D56" w:rsidP="00C10D56">
            <w:pPr>
              <w:pStyle w:val="ConfigWindow"/>
            </w:pPr>
            <w:r w:rsidRPr="00C10D56">
              <w:t>blank</w:t>
            </w:r>
          </w:p>
        </w:tc>
        <w:tc>
          <w:tcPr>
            <w:tcW w:w="732" w:type="dxa"/>
            <w:shd w:val="clear" w:color="auto" w:fill="auto"/>
            <w:vAlign w:val="top"/>
          </w:tcPr>
          <w:p w14:paraId="04A6E4CC" w14:textId="426A696E" w:rsidR="00C10D56" w:rsidRPr="00C10D56" w:rsidRDefault="00C10D56" w:rsidP="00C10D56">
            <w:pPr>
              <w:pStyle w:val="ConfigWindow"/>
            </w:pPr>
            <w:r w:rsidRPr="00C10D56">
              <w:t>blank</w:t>
            </w:r>
          </w:p>
        </w:tc>
        <w:tc>
          <w:tcPr>
            <w:tcW w:w="734" w:type="dxa"/>
            <w:shd w:val="clear" w:color="auto" w:fill="auto"/>
            <w:vAlign w:val="top"/>
          </w:tcPr>
          <w:p w14:paraId="11A40F19" w14:textId="7413BD1D" w:rsidR="00C10D56" w:rsidRPr="00C10D56" w:rsidRDefault="00C10D56" w:rsidP="00C10D56">
            <w:pPr>
              <w:pStyle w:val="ConfigWindow"/>
            </w:pPr>
            <w:r w:rsidRPr="00C10D56">
              <w:t>blank</w:t>
            </w:r>
          </w:p>
        </w:tc>
        <w:tc>
          <w:tcPr>
            <w:tcW w:w="732" w:type="dxa"/>
            <w:shd w:val="clear" w:color="auto" w:fill="auto"/>
            <w:vAlign w:val="top"/>
          </w:tcPr>
          <w:p w14:paraId="5DE3F345" w14:textId="08EDAB94" w:rsidR="00C10D56" w:rsidRPr="00C10D56" w:rsidRDefault="00C10D56" w:rsidP="00C10D56">
            <w:pPr>
              <w:pStyle w:val="ConfigWindow"/>
            </w:pPr>
            <w:r w:rsidRPr="00C10D56">
              <w:t>blank</w:t>
            </w:r>
          </w:p>
        </w:tc>
      </w:tr>
      <w:tr w:rsidR="00C10D56" w14:paraId="3929031F" w14:textId="77777777" w:rsidTr="00C10D56">
        <w:tc>
          <w:tcPr>
            <w:tcW w:w="1301" w:type="dxa"/>
            <w:shd w:val="clear" w:color="auto" w:fill="DBE5F1" w:themeFill="accent1" w:themeFillTint="33"/>
            <w:vAlign w:val="top"/>
          </w:tcPr>
          <w:p w14:paraId="33450F25" w14:textId="77777777" w:rsidR="00C10D56" w:rsidRPr="008A432C" w:rsidRDefault="00C10D56" w:rsidP="00C10D56">
            <w:pPr>
              <w:pStyle w:val="TableHeading"/>
            </w:pPr>
            <w:r w:rsidRPr="008A432C">
              <w:t>Encrypted Message</w:t>
            </w:r>
          </w:p>
        </w:tc>
        <w:tc>
          <w:tcPr>
            <w:tcW w:w="729" w:type="dxa"/>
            <w:vAlign w:val="top"/>
          </w:tcPr>
          <w:p w14:paraId="7B62C47F" w14:textId="2F4168C3" w:rsidR="00C10D56" w:rsidRPr="00C10D56" w:rsidRDefault="00C10D56" w:rsidP="00C10D56">
            <w:pPr>
              <w:pStyle w:val="ConfigWindow"/>
            </w:pPr>
            <w:r w:rsidRPr="00C10D56">
              <w:t>blank</w:t>
            </w:r>
          </w:p>
        </w:tc>
        <w:tc>
          <w:tcPr>
            <w:tcW w:w="730" w:type="dxa"/>
            <w:vAlign w:val="top"/>
          </w:tcPr>
          <w:p w14:paraId="171935F9" w14:textId="18122D74" w:rsidR="00C10D56" w:rsidRPr="00C10D56" w:rsidRDefault="00C10D56" w:rsidP="00C10D56">
            <w:pPr>
              <w:pStyle w:val="ConfigWindow"/>
            </w:pPr>
            <w:r w:rsidRPr="00C10D56">
              <w:t>blank</w:t>
            </w:r>
          </w:p>
        </w:tc>
        <w:tc>
          <w:tcPr>
            <w:tcW w:w="732" w:type="dxa"/>
            <w:vAlign w:val="top"/>
          </w:tcPr>
          <w:p w14:paraId="3D38526C" w14:textId="2BBF4F2D" w:rsidR="00C10D56" w:rsidRPr="00C10D56" w:rsidRDefault="00C10D56" w:rsidP="00C10D56">
            <w:pPr>
              <w:pStyle w:val="ConfigWindow"/>
            </w:pPr>
            <w:r w:rsidRPr="00C10D56">
              <w:t>blank</w:t>
            </w:r>
          </w:p>
        </w:tc>
        <w:tc>
          <w:tcPr>
            <w:tcW w:w="730" w:type="dxa"/>
            <w:vAlign w:val="top"/>
          </w:tcPr>
          <w:p w14:paraId="34BEBF38" w14:textId="596FDBAF" w:rsidR="00C10D56" w:rsidRPr="00C10D56" w:rsidRDefault="00C10D56" w:rsidP="00C10D56">
            <w:pPr>
              <w:pStyle w:val="ConfigWindow"/>
            </w:pPr>
            <w:r w:rsidRPr="00C10D56">
              <w:t>blank</w:t>
            </w:r>
          </w:p>
        </w:tc>
        <w:tc>
          <w:tcPr>
            <w:tcW w:w="732" w:type="dxa"/>
            <w:vAlign w:val="top"/>
          </w:tcPr>
          <w:p w14:paraId="14BA93D9" w14:textId="5D632DAE" w:rsidR="00C10D56" w:rsidRPr="00C10D56" w:rsidRDefault="00C10D56" w:rsidP="00C10D56">
            <w:pPr>
              <w:pStyle w:val="ConfigWindow"/>
            </w:pPr>
            <w:r w:rsidRPr="00C10D56">
              <w:t>blank</w:t>
            </w:r>
          </w:p>
        </w:tc>
        <w:tc>
          <w:tcPr>
            <w:tcW w:w="732" w:type="dxa"/>
            <w:vAlign w:val="top"/>
          </w:tcPr>
          <w:p w14:paraId="54C6B0C4" w14:textId="57021CB7" w:rsidR="00C10D56" w:rsidRPr="00C10D56" w:rsidRDefault="00C10D56" w:rsidP="00C10D56">
            <w:pPr>
              <w:pStyle w:val="ConfigWindow"/>
            </w:pPr>
            <w:r w:rsidRPr="00C10D56">
              <w:t>blank</w:t>
            </w:r>
          </w:p>
        </w:tc>
        <w:tc>
          <w:tcPr>
            <w:tcW w:w="732" w:type="dxa"/>
            <w:vAlign w:val="top"/>
          </w:tcPr>
          <w:p w14:paraId="65782D3C" w14:textId="333CFD56" w:rsidR="00C10D56" w:rsidRPr="00C10D56" w:rsidRDefault="00C10D56" w:rsidP="00C10D56">
            <w:pPr>
              <w:pStyle w:val="ConfigWindow"/>
            </w:pPr>
            <w:r w:rsidRPr="00C10D56">
              <w:t>blank</w:t>
            </w:r>
          </w:p>
        </w:tc>
        <w:tc>
          <w:tcPr>
            <w:tcW w:w="732" w:type="dxa"/>
            <w:vAlign w:val="top"/>
          </w:tcPr>
          <w:p w14:paraId="4E6C556D" w14:textId="15630BB3" w:rsidR="00C10D56" w:rsidRPr="00C10D56" w:rsidRDefault="00C10D56" w:rsidP="00C10D56">
            <w:pPr>
              <w:pStyle w:val="ConfigWindow"/>
            </w:pPr>
            <w:r w:rsidRPr="00C10D56">
              <w:t>blank</w:t>
            </w:r>
          </w:p>
        </w:tc>
        <w:tc>
          <w:tcPr>
            <w:tcW w:w="732" w:type="dxa"/>
            <w:vAlign w:val="top"/>
          </w:tcPr>
          <w:p w14:paraId="2D160F64" w14:textId="7FF8CBD5" w:rsidR="00C10D56" w:rsidRPr="00C10D56" w:rsidRDefault="00C10D56" w:rsidP="00C10D56">
            <w:pPr>
              <w:pStyle w:val="ConfigWindow"/>
            </w:pPr>
            <w:r w:rsidRPr="00C10D56">
              <w:t>blank</w:t>
            </w:r>
          </w:p>
        </w:tc>
        <w:tc>
          <w:tcPr>
            <w:tcW w:w="732" w:type="dxa"/>
            <w:vAlign w:val="top"/>
          </w:tcPr>
          <w:p w14:paraId="42592C2C" w14:textId="075B660C" w:rsidR="00C10D56" w:rsidRPr="00C10D56" w:rsidRDefault="00C10D56" w:rsidP="00C10D56">
            <w:pPr>
              <w:pStyle w:val="ConfigWindow"/>
            </w:pPr>
            <w:r w:rsidRPr="00C10D56">
              <w:t>blank</w:t>
            </w:r>
          </w:p>
        </w:tc>
        <w:tc>
          <w:tcPr>
            <w:tcW w:w="734" w:type="dxa"/>
            <w:vAlign w:val="top"/>
          </w:tcPr>
          <w:p w14:paraId="72005A57" w14:textId="344B0170" w:rsidR="00C10D56" w:rsidRPr="00C10D56" w:rsidRDefault="00C10D56" w:rsidP="00C10D56">
            <w:pPr>
              <w:pStyle w:val="ConfigWindow"/>
            </w:pPr>
            <w:r w:rsidRPr="00C10D56">
              <w:t>blank</w:t>
            </w:r>
          </w:p>
        </w:tc>
        <w:tc>
          <w:tcPr>
            <w:tcW w:w="732" w:type="dxa"/>
            <w:vAlign w:val="top"/>
          </w:tcPr>
          <w:p w14:paraId="1296AAF4" w14:textId="20DC1560" w:rsidR="00C10D56" w:rsidRPr="00C10D56" w:rsidRDefault="00C10D56" w:rsidP="00C10D56">
            <w:pPr>
              <w:pStyle w:val="ConfigWindow"/>
            </w:pPr>
            <w:r w:rsidRPr="00C10D56">
              <w:t>blank</w:t>
            </w:r>
          </w:p>
        </w:tc>
      </w:tr>
      <w:tr w:rsidR="00C10D56" w14:paraId="0C3F7287" w14:textId="77777777" w:rsidTr="00C10D56">
        <w:tc>
          <w:tcPr>
            <w:tcW w:w="1301" w:type="dxa"/>
            <w:shd w:val="clear" w:color="auto" w:fill="DBE5F1" w:themeFill="accent1" w:themeFillTint="33"/>
            <w:vAlign w:val="top"/>
          </w:tcPr>
          <w:p w14:paraId="756983BE" w14:textId="77777777" w:rsidR="00C10D56" w:rsidRPr="008A432C" w:rsidRDefault="00C10D56" w:rsidP="00C10D56">
            <w:pPr>
              <w:pStyle w:val="TableHeading"/>
            </w:pPr>
            <w:r w:rsidRPr="008A432C">
              <w:t>Decrypted Message</w:t>
            </w:r>
          </w:p>
        </w:tc>
        <w:tc>
          <w:tcPr>
            <w:tcW w:w="729" w:type="dxa"/>
            <w:vAlign w:val="top"/>
          </w:tcPr>
          <w:p w14:paraId="6BEFF4CD" w14:textId="7B5CD129" w:rsidR="00C10D56" w:rsidRPr="00C10D56" w:rsidRDefault="00C10D56" w:rsidP="00C10D56">
            <w:pPr>
              <w:pStyle w:val="ConfigWindow"/>
            </w:pPr>
            <w:r w:rsidRPr="00C10D56">
              <w:t>blank</w:t>
            </w:r>
          </w:p>
        </w:tc>
        <w:tc>
          <w:tcPr>
            <w:tcW w:w="730" w:type="dxa"/>
            <w:vAlign w:val="top"/>
          </w:tcPr>
          <w:p w14:paraId="6F8F4226" w14:textId="0C66871F" w:rsidR="00C10D56" w:rsidRPr="00C10D56" w:rsidRDefault="00C10D56" w:rsidP="00C10D56">
            <w:pPr>
              <w:pStyle w:val="ConfigWindow"/>
            </w:pPr>
            <w:r w:rsidRPr="00C10D56">
              <w:t>blank</w:t>
            </w:r>
          </w:p>
        </w:tc>
        <w:tc>
          <w:tcPr>
            <w:tcW w:w="732" w:type="dxa"/>
            <w:vAlign w:val="top"/>
          </w:tcPr>
          <w:p w14:paraId="65E99860" w14:textId="654D46FD" w:rsidR="00C10D56" w:rsidRPr="00C10D56" w:rsidRDefault="00C10D56" w:rsidP="00C10D56">
            <w:pPr>
              <w:pStyle w:val="ConfigWindow"/>
            </w:pPr>
            <w:r w:rsidRPr="00C10D56">
              <w:t>blank</w:t>
            </w:r>
          </w:p>
        </w:tc>
        <w:tc>
          <w:tcPr>
            <w:tcW w:w="730" w:type="dxa"/>
            <w:vAlign w:val="top"/>
          </w:tcPr>
          <w:p w14:paraId="4D877C5B" w14:textId="334BA82F" w:rsidR="00C10D56" w:rsidRPr="00C10D56" w:rsidRDefault="00C10D56" w:rsidP="00C10D56">
            <w:pPr>
              <w:pStyle w:val="ConfigWindow"/>
            </w:pPr>
            <w:r w:rsidRPr="00C10D56">
              <w:t>blank</w:t>
            </w:r>
          </w:p>
        </w:tc>
        <w:tc>
          <w:tcPr>
            <w:tcW w:w="732" w:type="dxa"/>
            <w:vAlign w:val="top"/>
          </w:tcPr>
          <w:p w14:paraId="61BA94F6" w14:textId="40DC576F" w:rsidR="00C10D56" w:rsidRPr="00C10D56" w:rsidRDefault="00C10D56" w:rsidP="00C10D56">
            <w:pPr>
              <w:pStyle w:val="ConfigWindow"/>
            </w:pPr>
            <w:r w:rsidRPr="00C10D56">
              <w:t>blank</w:t>
            </w:r>
          </w:p>
        </w:tc>
        <w:tc>
          <w:tcPr>
            <w:tcW w:w="732" w:type="dxa"/>
            <w:vAlign w:val="top"/>
          </w:tcPr>
          <w:p w14:paraId="4DF17C68" w14:textId="071470E6" w:rsidR="00C10D56" w:rsidRPr="00C10D56" w:rsidRDefault="00C10D56" w:rsidP="00C10D56">
            <w:pPr>
              <w:pStyle w:val="ConfigWindow"/>
            </w:pPr>
            <w:r w:rsidRPr="00C10D56">
              <w:t>blank</w:t>
            </w:r>
          </w:p>
        </w:tc>
        <w:tc>
          <w:tcPr>
            <w:tcW w:w="732" w:type="dxa"/>
            <w:vAlign w:val="top"/>
          </w:tcPr>
          <w:p w14:paraId="443E6FDB" w14:textId="45CF9359" w:rsidR="00C10D56" w:rsidRPr="00C10D56" w:rsidRDefault="00C10D56" w:rsidP="00C10D56">
            <w:pPr>
              <w:pStyle w:val="ConfigWindow"/>
            </w:pPr>
            <w:r w:rsidRPr="00C10D56">
              <w:t>blank</w:t>
            </w:r>
          </w:p>
        </w:tc>
        <w:tc>
          <w:tcPr>
            <w:tcW w:w="732" w:type="dxa"/>
            <w:vAlign w:val="top"/>
          </w:tcPr>
          <w:p w14:paraId="2A5608BD" w14:textId="13C48F52" w:rsidR="00C10D56" w:rsidRPr="00C10D56" w:rsidRDefault="00C10D56" w:rsidP="00C10D56">
            <w:pPr>
              <w:pStyle w:val="ConfigWindow"/>
            </w:pPr>
            <w:r w:rsidRPr="00C10D56">
              <w:t>blank</w:t>
            </w:r>
          </w:p>
        </w:tc>
        <w:tc>
          <w:tcPr>
            <w:tcW w:w="732" w:type="dxa"/>
            <w:vAlign w:val="top"/>
          </w:tcPr>
          <w:p w14:paraId="419A0EE1" w14:textId="06B0A9B0" w:rsidR="00C10D56" w:rsidRPr="00C10D56" w:rsidRDefault="00C10D56" w:rsidP="00C10D56">
            <w:pPr>
              <w:pStyle w:val="ConfigWindow"/>
            </w:pPr>
            <w:r w:rsidRPr="00C10D56">
              <w:t>blank</w:t>
            </w:r>
          </w:p>
        </w:tc>
        <w:tc>
          <w:tcPr>
            <w:tcW w:w="732" w:type="dxa"/>
            <w:vAlign w:val="top"/>
          </w:tcPr>
          <w:p w14:paraId="4E39ADDF" w14:textId="58669FF7" w:rsidR="00C10D56" w:rsidRPr="00C10D56" w:rsidRDefault="00C10D56" w:rsidP="00C10D56">
            <w:pPr>
              <w:pStyle w:val="ConfigWindow"/>
            </w:pPr>
            <w:r w:rsidRPr="00C10D56">
              <w:t>blank</w:t>
            </w:r>
          </w:p>
        </w:tc>
        <w:tc>
          <w:tcPr>
            <w:tcW w:w="734" w:type="dxa"/>
            <w:vAlign w:val="top"/>
          </w:tcPr>
          <w:p w14:paraId="15D01F94" w14:textId="3C8301ED" w:rsidR="00C10D56" w:rsidRPr="00C10D56" w:rsidRDefault="00C10D56" w:rsidP="00C10D56">
            <w:pPr>
              <w:pStyle w:val="ConfigWindow"/>
            </w:pPr>
            <w:r w:rsidRPr="00C10D56">
              <w:t>blank</w:t>
            </w:r>
          </w:p>
        </w:tc>
        <w:tc>
          <w:tcPr>
            <w:tcW w:w="732" w:type="dxa"/>
            <w:vAlign w:val="top"/>
          </w:tcPr>
          <w:p w14:paraId="6C5822E4" w14:textId="362CB7BA" w:rsidR="00C10D56" w:rsidRPr="00C10D56" w:rsidRDefault="00C10D56" w:rsidP="00C10D56">
            <w:pPr>
              <w:pStyle w:val="ConfigWindow"/>
            </w:pPr>
            <w:r w:rsidRPr="00C10D56">
              <w:t>blank</w:t>
            </w:r>
          </w:p>
        </w:tc>
      </w:tr>
    </w:tbl>
    <w:p w14:paraId="22804B8B" w14:textId="77777777" w:rsidR="007B5A39" w:rsidRDefault="007B5A39" w:rsidP="007B5A39">
      <w:pPr>
        <w:pStyle w:val="ConfigWindow"/>
      </w:pPr>
      <w:r>
        <w:t>Blank Line, No additional information</w:t>
      </w:r>
    </w:p>
    <w:p w14:paraId="79195585" w14:textId="77777777" w:rsidR="003E1995" w:rsidRPr="004F72AF" w:rsidRDefault="003E1995" w:rsidP="006C2232">
      <w:pPr>
        <w:pStyle w:val="Heading3"/>
        <w:rPr>
          <w:noProof/>
        </w:rPr>
      </w:pPr>
      <w:r w:rsidRPr="004F72AF">
        <w:rPr>
          <w:noProof/>
        </w:rPr>
        <w:t>Decrypt the message from your partner.</w:t>
      </w:r>
    </w:p>
    <w:p w14:paraId="5BF2BD29" w14:textId="77777777" w:rsidR="003E1995" w:rsidRPr="004F72AF" w:rsidRDefault="003E1995" w:rsidP="006C2232">
      <w:pPr>
        <w:pStyle w:val="SubStepAlpha"/>
        <w:rPr>
          <w:noProof/>
        </w:rPr>
      </w:pPr>
      <w:r w:rsidRPr="004F72AF">
        <w:rPr>
          <w:noProof/>
        </w:rPr>
        <w:t>You can use the following table to help you decrypt your partner’s encrypted message. Enter the encrypted message from your partner and the cipher keyword.</w:t>
      </w:r>
    </w:p>
    <w:p w14:paraId="0A4FB2D4" w14:textId="77777777" w:rsidR="003E1995" w:rsidRPr="004F72AF" w:rsidRDefault="003E1995" w:rsidP="006C2232">
      <w:pPr>
        <w:pStyle w:val="SubStepAlpha"/>
        <w:rPr>
          <w:noProof/>
        </w:rPr>
      </w:pPr>
      <w:r w:rsidRPr="004F72AF">
        <w:rPr>
          <w:noProof/>
        </w:rPr>
        <w:t>Use the same procedure described in Part 1, Step 4.</w:t>
      </w:r>
    </w:p>
    <w:p w14:paraId="2E8C15D4" w14:textId="77777777" w:rsidR="003E1995" w:rsidRPr="004F72AF" w:rsidRDefault="003E1995" w:rsidP="003E1995">
      <w:pPr>
        <w:pStyle w:val="BodyTextL50"/>
        <w:rPr>
          <w:noProof/>
        </w:rPr>
      </w:pPr>
      <w:r w:rsidRPr="004F72AF">
        <w:rPr>
          <w:rStyle w:val="BodyTextBoldChar"/>
          <w:rFonts w:eastAsia="Calibri"/>
          <w:noProof/>
        </w:rPr>
        <w:t>Note</w:t>
      </w:r>
      <w:r w:rsidRPr="004F72AF">
        <w:rPr>
          <w:noProof/>
        </w:rPr>
        <w:t>: This table is limited to messages of 12 characters. You can create longer messages if desired.</w:t>
      </w:r>
    </w:p>
    <w:tbl>
      <w:tblPr>
        <w:tblStyle w:val="LabTableStyle"/>
        <w:tblW w:w="10080" w:type="dxa"/>
        <w:tblLook w:val="01E0" w:firstRow="1" w:lastRow="1" w:firstColumn="1" w:lastColumn="1" w:noHBand="0" w:noVBand="0"/>
        <w:tblDescription w:val="table to record your cipher, encrypted, decrypted messages. Record your answers in cells labeled &quot;blank&quot;."/>
      </w:tblPr>
      <w:tblGrid>
        <w:gridCol w:w="1291"/>
        <w:gridCol w:w="807"/>
        <w:gridCol w:w="723"/>
        <w:gridCol w:w="725"/>
        <w:gridCol w:w="724"/>
        <w:gridCol w:w="726"/>
        <w:gridCol w:w="726"/>
        <w:gridCol w:w="726"/>
        <w:gridCol w:w="726"/>
        <w:gridCol w:w="726"/>
        <w:gridCol w:w="726"/>
        <w:gridCol w:w="728"/>
        <w:gridCol w:w="726"/>
      </w:tblGrid>
      <w:tr w:rsidR="00C10D56" w14:paraId="5B9AD57F" w14:textId="77777777" w:rsidTr="00C10D56">
        <w:trPr>
          <w:cnfStyle w:val="100000000000" w:firstRow="1" w:lastRow="0" w:firstColumn="0" w:lastColumn="0" w:oddVBand="0" w:evenVBand="0" w:oddHBand="0" w:evenHBand="0" w:firstRowFirstColumn="0" w:firstRowLastColumn="0" w:lastRowFirstColumn="0" w:lastRowLastColumn="0"/>
        </w:trPr>
        <w:tc>
          <w:tcPr>
            <w:tcW w:w="1291" w:type="dxa"/>
            <w:shd w:val="clear" w:color="auto" w:fill="DBE5F1" w:themeFill="accent1" w:themeFillTint="33"/>
          </w:tcPr>
          <w:p w14:paraId="4F2E434D" w14:textId="77777777" w:rsidR="00C10D56" w:rsidRPr="004F72AF" w:rsidRDefault="00C10D56" w:rsidP="00C10D56">
            <w:pPr>
              <w:pStyle w:val="TableHeading"/>
              <w:rPr>
                <w:noProof/>
              </w:rPr>
            </w:pPr>
            <w:r w:rsidRPr="004F72AF">
              <w:rPr>
                <w:noProof/>
              </w:rPr>
              <w:t>Cipher Keyword</w:t>
            </w:r>
          </w:p>
        </w:tc>
        <w:tc>
          <w:tcPr>
            <w:tcW w:w="807" w:type="dxa"/>
            <w:shd w:val="clear" w:color="auto" w:fill="auto"/>
            <w:vAlign w:val="top"/>
          </w:tcPr>
          <w:p w14:paraId="3CD8C048" w14:textId="138B161A" w:rsidR="00C10D56" w:rsidRPr="00C10D56" w:rsidRDefault="00C10D56" w:rsidP="00C10D56">
            <w:pPr>
              <w:pStyle w:val="ConfigWindow"/>
            </w:pPr>
            <w:r w:rsidRPr="00C10D56">
              <w:t>blank</w:t>
            </w:r>
          </w:p>
        </w:tc>
        <w:tc>
          <w:tcPr>
            <w:tcW w:w="723" w:type="dxa"/>
            <w:shd w:val="clear" w:color="auto" w:fill="auto"/>
            <w:vAlign w:val="top"/>
          </w:tcPr>
          <w:p w14:paraId="625565CB" w14:textId="4996FB63" w:rsidR="00C10D56" w:rsidRPr="00C10D56" w:rsidRDefault="00C10D56" w:rsidP="00C10D56">
            <w:pPr>
              <w:pStyle w:val="ConfigWindow"/>
            </w:pPr>
            <w:r w:rsidRPr="00C10D56">
              <w:t>blank</w:t>
            </w:r>
          </w:p>
        </w:tc>
        <w:tc>
          <w:tcPr>
            <w:tcW w:w="725" w:type="dxa"/>
            <w:shd w:val="clear" w:color="auto" w:fill="auto"/>
            <w:vAlign w:val="top"/>
          </w:tcPr>
          <w:p w14:paraId="012EFC35" w14:textId="2686BDAA" w:rsidR="00C10D56" w:rsidRPr="00C10D56" w:rsidRDefault="00C10D56" w:rsidP="00C10D56">
            <w:pPr>
              <w:pStyle w:val="ConfigWindow"/>
            </w:pPr>
            <w:r w:rsidRPr="00C10D56">
              <w:t>blank</w:t>
            </w:r>
          </w:p>
        </w:tc>
        <w:tc>
          <w:tcPr>
            <w:tcW w:w="724" w:type="dxa"/>
            <w:shd w:val="clear" w:color="auto" w:fill="auto"/>
            <w:vAlign w:val="top"/>
          </w:tcPr>
          <w:p w14:paraId="028E4078" w14:textId="7C949030" w:rsidR="00C10D56" w:rsidRPr="00C10D56" w:rsidRDefault="00C10D56" w:rsidP="00C10D56">
            <w:pPr>
              <w:pStyle w:val="ConfigWindow"/>
            </w:pPr>
            <w:r w:rsidRPr="00C10D56">
              <w:t>blank</w:t>
            </w:r>
          </w:p>
        </w:tc>
        <w:tc>
          <w:tcPr>
            <w:tcW w:w="726" w:type="dxa"/>
            <w:shd w:val="clear" w:color="auto" w:fill="auto"/>
            <w:vAlign w:val="top"/>
          </w:tcPr>
          <w:p w14:paraId="264BEC73" w14:textId="15F4F086" w:rsidR="00C10D56" w:rsidRPr="00C10D56" w:rsidRDefault="00C10D56" w:rsidP="00C10D56">
            <w:pPr>
              <w:pStyle w:val="ConfigWindow"/>
            </w:pPr>
            <w:r w:rsidRPr="00C10D56">
              <w:t>blank</w:t>
            </w:r>
          </w:p>
        </w:tc>
        <w:tc>
          <w:tcPr>
            <w:tcW w:w="726" w:type="dxa"/>
            <w:shd w:val="clear" w:color="auto" w:fill="auto"/>
            <w:vAlign w:val="top"/>
          </w:tcPr>
          <w:p w14:paraId="49BAC73C" w14:textId="369FC4B1" w:rsidR="00C10D56" w:rsidRPr="00C10D56" w:rsidRDefault="00C10D56" w:rsidP="00C10D56">
            <w:pPr>
              <w:pStyle w:val="ConfigWindow"/>
            </w:pPr>
            <w:r w:rsidRPr="00C10D56">
              <w:t>blank</w:t>
            </w:r>
          </w:p>
        </w:tc>
        <w:tc>
          <w:tcPr>
            <w:tcW w:w="726" w:type="dxa"/>
            <w:shd w:val="clear" w:color="auto" w:fill="auto"/>
            <w:vAlign w:val="top"/>
          </w:tcPr>
          <w:p w14:paraId="1D7A36FB" w14:textId="016C3003" w:rsidR="00C10D56" w:rsidRPr="00C10D56" w:rsidRDefault="00C10D56" w:rsidP="00C10D56">
            <w:pPr>
              <w:pStyle w:val="ConfigWindow"/>
            </w:pPr>
            <w:r w:rsidRPr="00C10D56">
              <w:t>blank</w:t>
            </w:r>
          </w:p>
        </w:tc>
        <w:tc>
          <w:tcPr>
            <w:tcW w:w="726" w:type="dxa"/>
            <w:shd w:val="clear" w:color="auto" w:fill="auto"/>
            <w:vAlign w:val="top"/>
          </w:tcPr>
          <w:p w14:paraId="749C05CF" w14:textId="6A690A8E" w:rsidR="00C10D56" w:rsidRPr="00C10D56" w:rsidRDefault="00C10D56" w:rsidP="00C10D56">
            <w:pPr>
              <w:pStyle w:val="ConfigWindow"/>
            </w:pPr>
            <w:r w:rsidRPr="00C10D56">
              <w:t>blank</w:t>
            </w:r>
          </w:p>
        </w:tc>
        <w:tc>
          <w:tcPr>
            <w:tcW w:w="726" w:type="dxa"/>
            <w:shd w:val="clear" w:color="auto" w:fill="auto"/>
            <w:vAlign w:val="top"/>
          </w:tcPr>
          <w:p w14:paraId="2097D31B" w14:textId="40BCC19F" w:rsidR="00C10D56" w:rsidRPr="00C10D56" w:rsidRDefault="00C10D56" w:rsidP="00C10D56">
            <w:pPr>
              <w:pStyle w:val="ConfigWindow"/>
            </w:pPr>
            <w:r w:rsidRPr="00C10D56">
              <w:t>blank</w:t>
            </w:r>
          </w:p>
        </w:tc>
        <w:tc>
          <w:tcPr>
            <w:tcW w:w="726" w:type="dxa"/>
            <w:shd w:val="clear" w:color="auto" w:fill="auto"/>
            <w:vAlign w:val="top"/>
          </w:tcPr>
          <w:p w14:paraId="7B8A84DA" w14:textId="4C6E18CC" w:rsidR="00C10D56" w:rsidRPr="00C10D56" w:rsidRDefault="00C10D56" w:rsidP="00C10D56">
            <w:pPr>
              <w:pStyle w:val="ConfigWindow"/>
            </w:pPr>
            <w:r w:rsidRPr="00C10D56">
              <w:t>blank</w:t>
            </w:r>
          </w:p>
        </w:tc>
        <w:tc>
          <w:tcPr>
            <w:tcW w:w="728" w:type="dxa"/>
            <w:shd w:val="clear" w:color="auto" w:fill="auto"/>
            <w:vAlign w:val="top"/>
          </w:tcPr>
          <w:p w14:paraId="0C179B6E" w14:textId="532F83B5" w:rsidR="00C10D56" w:rsidRPr="00C10D56" w:rsidRDefault="00C10D56" w:rsidP="00C10D56">
            <w:pPr>
              <w:pStyle w:val="ConfigWindow"/>
            </w:pPr>
            <w:r w:rsidRPr="00C10D56">
              <w:t>blank</w:t>
            </w:r>
          </w:p>
        </w:tc>
        <w:tc>
          <w:tcPr>
            <w:tcW w:w="726" w:type="dxa"/>
            <w:shd w:val="clear" w:color="auto" w:fill="auto"/>
            <w:vAlign w:val="top"/>
          </w:tcPr>
          <w:p w14:paraId="00B284BC" w14:textId="59B34D55" w:rsidR="00C10D56" w:rsidRPr="00C10D56" w:rsidRDefault="00C10D56" w:rsidP="00C10D56">
            <w:pPr>
              <w:pStyle w:val="ConfigWindow"/>
            </w:pPr>
            <w:r w:rsidRPr="00C10D56">
              <w:t>blank</w:t>
            </w:r>
          </w:p>
        </w:tc>
      </w:tr>
      <w:tr w:rsidR="00C10D56" w14:paraId="6F4E9536" w14:textId="77777777" w:rsidTr="00C10D56">
        <w:tc>
          <w:tcPr>
            <w:tcW w:w="1291" w:type="dxa"/>
            <w:shd w:val="clear" w:color="auto" w:fill="DBE5F1" w:themeFill="accent1" w:themeFillTint="33"/>
          </w:tcPr>
          <w:p w14:paraId="5DFD41A0" w14:textId="77777777" w:rsidR="00C10D56" w:rsidRPr="008A432C" w:rsidRDefault="00C10D56" w:rsidP="00C10D56">
            <w:pPr>
              <w:pStyle w:val="TableHeading"/>
            </w:pPr>
            <w:r w:rsidRPr="008A432C">
              <w:t>Encrypted Message</w:t>
            </w:r>
          </w:p>
        </w:tc>
        <w:tc>
          <w:tcPr>
            <w:tcW w:w="807" w:type="dxa"/>
            <w:vAlign w:val="top"/>
          </w:tcPr>
          <w:p w14:paraId="57CB9048" w14:textId="59DB91F9" w:rsidR="00C10D56" w:rsidRPr="00C10D56" w:rsidRDefault="00C10D56" w:rsidP="00C10D56">
            <w:pPr>
              <w:pStyle w:val="ConfigWindow"/>
            </w:pPr>
            <w:r w:rsidRPr="00C10D56">
              <w:t>blank</w:t>
            </w:r>
          </w:p>
        </w:tc>
        <w:tc>
          <w:tcPr>
            <w:tcW w:w="723" w:type="dxa"/>
            <w:vAlign w:val="top"/>
          </w:tcPr>
          <w:p w14:paraId="376B0F58" w14:textId="4036E0D4" w:rsidR="00C10D56" w:rsidRPr="00C10D56" w:rsidRDefault="00C10D56" w:rsidP="00C10D56">
            <w:pPr>
              <w:pStyle w:val="ConfigWindow"/>
            </w:pPr>
            <w:r w:rsidRPr="00C10D56">
              <w:t>blank</w:t>
            </w:r>
          </w:p>
        </w:tc>
        <w:tc>
          <w:tcPr>
            <w:tcW w:w="725" w:type="dxa"/>
            <w:vAlign w:val="top"/>
          </w:tcPr>
          <w:p w14:paraId="2138801B" w14:textId="1A26FB1A" w:rsidR="00C10D56" w:rsidRPr="00C10D56" w:rsidRDefault="00C10D56" w:rsidP="00C10D56">
            <w:pPr>
              <w:pStyle w:val="ConfigWindow"/>
            </w:pPr>
            <w:r w:rsidRPr="00C10D56">
              <w:t>blank</w:t>
            </w:r>
          </w:p>
        </w:tc>
        <w:tc>
          <w:tcPr>
            <w:tcW w:w="724" w:type="dxa"/>
            <w:vAlign w:val="top"/>
          </w:tcPr>
          <w:p w14:paraId="0F975D2F" w14:textId="6A6C6E88" w:rsidR="00C10D56" w:rsidRPr="00C10D56" w:rsidRDefault="00C10D56" w:rsidP="00C10D56">
            <w:pPr>
              <w:pStyle w:val="ConfigWindow"/>
            </w:pPr>
            <w:r w:rsidRPr="00C10D56">
              <w:t>blank</w:t>
            </w:r>
          </w:p>
        </w:tc>
        <w:tc>
          <w:tcPr>
            <w:tcW w:w="726" w:type="dxa"/>
            <w:vAlign w:val="top"/>
          </w:tcPr>
          <w:p w14:paraId="3CDE9197" w14:textId="70BC0018" w:rsidR="00C10D56" w:rsidRPr="00C10D56" w:rsidRDefault="00C10D56" w:rsidP="00C10D56">
            <w:pPr>
              <w:pStyle w:val="ConfigWindow"/>
            </w:pPr>
            <w:r w:rsidRPr="00C10D56">
              <w:t>blank</w:t>
            </w:r>
          </w:p>
        </w:tc>
        <w:tc>
          <w:tcPr>
            <w:tcW w:w="726" w:type="dxa"/>
            <w:vAlign w:val="top"/>
          </w:tcPr>
          <w:p w14:paraId="41842C91" w14:textId="2A4989F4" w:rsidR="00C10D56" w:rsidRPr="00C10D56" w:rsidRDefault="00C10D56" w:rsidP="00C10D56">
            <w:pPr>
              <w:pStyle w:val="ConfigWindow"/>
            </w:pPr>
            <w:r w:rsidRPr="00C10D56">
              <w:t>blank</w:t>
            </w:r>
          </w:p>
        </w:tc>
        <w:tc>
          <w:tcPr>
            <w:tcW w:w="726" w:type="dxa"/>
            <w:vAlign w:val="top"/>
          </w:tcPr>
          <w:p w14:paraId="06AE80EF" w14:textId="2E7AA4BA" w:rsidR="00C10D56" w:rsidRPr="00C10D56" w:rsidRDefault="00C10D56" w:rsidP="00C10D56">
            <w:pPr>
              <w:pStyle w:val="ConfigWindow"/>
            </w:pPr>
            <w:r w:rsidRPr="00C10D56">
              <w:t>blank</w:t>
            </w:r>
          </w:p>
        </w:tc>
        <w:tc>
          <w:tcPr>
            <w:tcW w:w="726" w:type="dxa"/>
            <w:vAlign w:val="top"/>
          </w:tcPr>
          <w:p w14:paraId="6F950486" w14:textId="5AC6E6E7" w:rsidR="00C10D56" w:rsidRPr="00C10D56" w:rsidRDefault="00C10D56" w:rsidP="00C10D56">
            <w:pPr>
              <w:pStyle w:val="ConfigWindow"/>
            </w:pPr>
            <w:r w:rsidRPr="00C10D56">
              <w:t>blank</w:t>
            </w:r>
          </w:p>
        </w:tc>
        <w:tc>
          <w:tcPr>
            <w:tcW w:w="726" w:type="dxa"/>
            <w:vAlign w:val="top"/>
          </w:tcPr>
          <w:p w14:paraId="42DB6F42" w14:textId="245CC1B0" w:rsidR="00C10D56" w:rsidRPr="00C10D56" w:rsidRDefault="00C10D56" w:rsidP="00C10D56">
            <w:pPr>
              <w:pStyle w:val="ConfigWindow"/>
            </w:pPr>
            <w:r w:rsidRPr="00C10D56">
              <w:t>blank</w:t>
            </w:r>
          </w:p>
        </w:tc>
        <w:tc>
          <w:tcPr>
            <w:tcW w:w="726" w:type="dxa"/>
            <w:vAlign w:val="top"/>
          </w:tcPr>
          <w:p w14:paraId="77480413" w14:textId="36BA387B" w:rsidR="00C10D56" w:rsidRPr="00C10D56" w:rsidRDefault="00C10D56" w:rsidP="00C10D56">
            <w:pPr>
              <w:pStyle w:val="ConfigWindow"/>
            </w:pPr>
            <w:r w:rsidRPr="00C10D56">
              <w:t>blank</w:t>
            </w:r>
          </w:p>
        </w:tc>
        <w:tc>
          <w:tcPr>
            <w:tcW w:w="728" w:type="dxa"/>
            <w:vAlign w:val="top"/>
          </w:tcPr>
          <w:p w14:paraId="20D14996" w14:textId="60DC9EE7" w:rsidR="00C10D56" w:rsidRPr="00C10D56" w:rsidRDefault="00C10D56" w:rsidP="00C10D56">
            <w:pPr>
              <w:pStyle w:val="ConfigWindow"/>
            </w:pPr>
            <w:r w:rsidRPr="00C10D56">
              <w:t>blank</w:t>
            </w:r>
          </w:p>
        </w:tc>
        <w:tc>
          <w:tcPr>
            <w:tcW w:w="726" w:type="dxa"/>
            <w:vAlign w:val="top"/>
          </w:tcPr>
          <w:p w14:paraId="1800BC90" w14:textId="4EAAA54C" w:rsidR="00C10D56" w:rsidRPr="00C10D56" w:rsidRDefault="00C10D56" w:rsidP="00C10D56">
            <w:pPr>
              <w:pStyle w:val="ConfigWindow"/>
            </w:pPr>
            <w:r w:rsidRPr="00C10D56">
              <w:t>blank</w:t>
            </w:r>
          </w:p>
        </w:tc>
      </w:tr>
      <w:tr w:rsidR="00C10D56" w14:paraId="6C8777C7" w14:textId="77777777" w:rsidTr="00C10D56">
        <w:tc>
          <w:tcPr>
            <w:tcW w:w="1291" w:type="dxa"/>
            <w:shd w:val="clear" w:color="auto" w:fill="DBE5F1" w:themeFill="accent1" w:themeFillTint="33"/>
          </w:tcPr>
          <w:p w14:paraId="34BF1B99" w14:textId="77777777" w:rsidR="00C10D56" w:rsidRPr="008A432C" w:rsidRDefault="00C10D56" w:rsidP="00C10D56">
            <w:pPr>
              <w:pStyle w:val="TableHeading"/>
            </w:pPr>
            <w:r w:rsidRPr="008A432C">
              <w:t>Decrypted Message</w:t>
            </w:r>
          </w:p>
        </w:tc>
        <w:tc>
          <w:tcPr>
            <w:tcW w:w="807" w:type="dxa"/>
            <w:vAlign w:val="top"/>
          </w:tcPr>
          <w:p w14:paraId="2292947A" w14:textId="577BF5F1" w:rsidR="00C10D56" w:rsidRPr="00C10D56" w:rsidRDefault="00C10D56" w:rsidP="00C10D56">
            <w:pPr>
              <w:pStyle w:val="ConfigWindow"/>
            </w:pPr>
            <w:r w:rsidRPr="00C10D56">
              <w:t>blank</w:t>
            </w:r>
          </w:p>
        </w:tc>
        <w:tc>
          <w:tcPr>
            <w:tcW w:w="723" w:type="dxa"/>
            <w:vAlign w:val="top"/>
          </w:tcPr>
          <w:p w14:paraId="6C56C244" w14:textId="145BF305" w:rsidR="00C10D56" w:rsidRPr="00C10D56" w:rsidRDefault="00C10D56" w:rsidP="00C10D56">
            <w:pPr>
              <w:pStyle w:val="ConfigWindow"/>
            </w:pPr>
            <w:r w:rsidRPr="00C10D56">
              <w:t>blank</w:t>
            </w:r>
          </w:p>
        </w:tc>
        <w:tc>
          <w:tcPr>
            <w:tcW w:w="725" w:type="dxa"/>
            <w:vAlign w:val="top"/>
          </w:tcPr>
          <w:p w14:paraId="5767A283" w14:textId="647BCDD7" w:rsidR="00C10D56" w:rsidRPr="00C10D56" w:rsidRDefault="00C10D56" w:rsidP="00C10D56">
            <w:pPr>
              <w:pStyle w:val="ConfigWindow"/>
            </w:pPr>
            <w:r w:rsidRPr="00C10D56">
              <w:t>blank</w:t>
            </w:r>
          </w:p>
        </w:tc>
        <w:tc>
          <w:tcPr>
            <w:tcW w:w="724" w:type="dxa"/>
            <w:vAlign w:val="top"/>
          </w:tcPr>
          <w:p w14:paraId="3DD26683" w14:textId="5CD9433A" w:rsidR="00C10D56" w:rsidRPr="00C10D56" w:rsidRDefault="00C10D56" w:rsidP="00C10D56">
            <w:pPr>
              <w:pStyle w:val="ConfigWindow"/>
            </w:pPr>
            <w:r w:rsidRPr="00C10D56">
              <w:t>blank</w:t>
            </w:r>
          </w:p>
        </w:tc>
        <w:tc>
          <w:tcPr>
            <w:tcW w:w="726" w:type="dxa"/>
            <w:vAlign w:val="top"/>
          </w:tcPr>
          <w:p w14:paraId="4BB39125" w14:textId="775C9A7E" w:rsidR="00C10D56" w:rsidRPr="00C10D56" w:rsidRDefault="00C10D56" w:rsidP="00C10D56">
            <w:pPr>
              <w:pStyle w:val="ConfigWindow"/>
            </w:pPr>
            <w:r w:rsidRPr="00C10D56">
              <w:t>blank</w:t>
            </w:r>
          </w:p>
        </w:tc>
        <w:tc>
          <w:tcPr>
            <w:tcW w:w="726" w:type="dxa"/>
            <w:vAlign w:val="top"/>
          </w:tcPr>
          <w:p w14:paraId="42D42550" w14:textId="623E0C56" w:rsidR="00C10D56" w:rsidRPr="00C10D56" w:rsidRDefault="00C10D56" w:rsidP="00C10D56">
            <w:pPr>
              <w:pStyle w:val="ConfigWindow"/>
            </w:pPr>
            <w:r w:rsidRPr="00C10D56">
              <w:t>blank</w:t>
            </w:r>
          </w:p>
        </w:tc>
        <w:tc>
          <w:tcPr>
            <w:tcW w:w="726" w:type="dxa"/>
            <w:vAlign w:val="top"/>
          </w:tcPr>
          <w:p w14:paraId="5FA844FA" w14:textId="320E51E8" w:rsidR="00C10D56" w:rsidRPr="00C10D56" w:rsidRDefault="00C10D56" w:rsidP="00C10D56">
            <w:pPr>
              <w:pStyle w:val="ConfigWindow"/>
            </w:pPr>
            <w:r w:rsidRPr="00C10D56">
              <w:t>blank</w:t>
            </w:r>
          </w:p>
        </w:tc>
        <w:tc>
          <w:tcPr>
            <w:tcW w:w="726" w:type="dxa"/>
            <w:vAlign w:val="top"/>
          </w:tcPr>
          <w:p w14:paraId="556B1FA2" w14:textId="1B951113" w:rsidR="00C10D56" w:rsidRPr="00C10D56" w:rsidRDefault="00C10D56" w:rsidP="00C10D56">
            <w:pPr>
              <w:pStyle w:val="ConfigWindow"/>
            </w:pPr>
            <w:r w:rsidRPr="00C10D56">
              <w:t>blank</w:t>
            </w:r>
          </w:p>
        </w:tc>
        <w:tc>
          <w:tcPr>
            <w:tcW w:w="726" w:type="dxa"/>
            <w:vAlign w:val="top"/>
          </w:tcPr>
          <w:p w14:paraId="09A96A83" w14:textId="157F3703" w:rsidR="00C10D56" w:rsidRPr="00C10D56" w:rsidRDefault="00C10D56" w:rsidP="00C10D56">
            <w:pPr>
              <w:pStyle w:val="ConfigWindow"/>
            </w:pPr>
            <w:r w:rsidRPr="00C10D56">
              <w:t>blank</w:t>
            </w:r>
          </w:p>
        </w:tc>
        <w:tc>
          <w:tcPr>
            <w:tcW w:w="726" w:type="dxa"/>
            <w:vAlign w:val="top"/>
          </w:tcPr>
          <w:p w14:paraId="4367E334" w14:textId="21158F84" w:rsidR="00C10D56" w:rsidRPr="00C10D56" w:rsidRDefault="00C10D56" w:rsidP="00C10D56">
            <w:pPr>
              <w:pStyle w:val="ConfigWindow"/>
            </w:pPr>
            <w:r w:rsidRPr="00C10D56">
              <w:t>blank</w:t>
            </w:r>
          </w:p>
        </w:tc>
        <w:tc>
          <w:tcPr>
            <w:tcW w:w="728" w:type="dxa"/>
            <w:vAlign w:val="top"/>
          </w:tcPr>
          <w:p w14:paraId="038423E7" w14:textId="0AC8F031" w:rsidR="00C10D56" w:rsidRPr="00C10D56" w:rsidRDefault="00C10D56" w:rsidP="00C10D56">
            <w:pPr>
              <w:pStyle w:val="ConfigWindow"/>
            </w:pPr>
            <w:r w:rsidRPr="00C10D56">
              <w:t>blank</w:t>
            </w:r>
          </w:p>
        </w:tc>
        <w:tc>
          <w:tcPr>
            <w:tcW w:w="726" w:type="dxa"/>
            <w:vAlign w:val="top"/>
          </w:tcPr>
          <w:p w14:paraId="7F61F881" w14:textId="03943246" w:rsidR="00C10D56" w:rsidRPr="00C10D56" w:rsidRDefault="00C10D56" w:rsidP="00C10D56">
            <w:pPr>
              <w:pStyle w:val="ConfigWindow"/>
            </w:pPr>
            <w:r w:rsidRPr="00C10D56">
              <w:t>blank</w:t>
            </w:r>
          </w:p>
        </w:tc>
      </w:tr>
    </w:tbl>
    <w:p w14:paraId="000C158E" w14:textId="77777777" w:rsidR="007B5A39" w:rsidRDefault="007B5A39" w:rsidP="007B5A39">
      <w:pPr>
        <w:pStyle w:val="ConfigWindow"/>
      </w:pPr>
      <w:r>
        <w:t>Blank Line, No additional information</w:t>
      </w:r>
    </w:p>
    <w:p w14:paraId="240B0482" w14:textId="77777777" w:rsidR="003E1995" w:rsidRPr="001F4F1B" w:rsidRDefault="003E1995" w:rsidP="006C2232">
      <w:pPr>
        <w:pStyle w:val="Heading3"/>
      </w:pPr>
      <w:r w:rsidRPr="004F72AF">
        <w:rPr>
          <w:noProof/>
        </w:rPr>
        <w:t>Use an interactive decryption tool to confirm decryption.</w:t>
      </w:r>
    </w:p>
    <w:p w14:paraId="55B8A267" w14:textId="4611CDF4" w:rsidR="003E1995" w:rsidRPr="004F72AF" w:rsidRDefault="003E1995" w:rsidP="006C2232">
      <w:pPr>
        <w:pStyle w:val="SubStepAlpha"/>
        <w:rPr>
          <w:noProof/>
        </w:rPr>
      </w:pPr>
      <w:r>
        <w:t xml:space="preserve">An </w:t>
      </w:r>
      <w:r w:rsidR="001201D3">
        <w:t>i</w:t>
      </w:r>
      <w:r>
        <w:t xml:space="preserve">nternet search for “Vigenère decode” </w:t>
      </w:r>
      <w:r w:rsidRPr="004F72AF">
        <w:rPr>
          <w:noProof/>
        </w:rPr>
        <w:t>shows that various cipher encryption and decryption tools are available. Many of these are interactive.</w:t>
      </w:r>
    </w:p>
    <w:p w14:paraId="273B2595" w14:textId="77777777" w:rsidR="003E1995" w:rsidRPr="004F72AF" w:rsidRDefault="003E1995" w:rsidP="00AD11E6">
      <w:pPr>
        <w:pStyle w:val="SubStepAlpha"/>
        <w:rPr>
          <w:noProof/>
        </w:rPr>
      </w:pPr>
      <w:r w:rsidRPr="004F72AF">
        <w:rPr>
          <w:noProof/>
        </w:rPr>
        <w:t xml:space="preserve">One interactive tool is located at </w:t>
      </w:r>
      <w:hyperlink r:id="rId9" w:history="1">
        <w:r w:rsidRPr="004171F8">
          <w:rPr>
            <w:rStyle w:val="Hyperlink"/>
            <w:noProof/>
          </w:rPr>
          <w:t>http://sharkysoft.com/vigenere/1.0/</w:t>
        </w:r>
      </w:hyperlink>
      <w:r>
        <w:rPr>
          <w:noProof/>
        </w:rPr>
        <w:t>.</w:t>
      </w:r>
      <w:r w:rsidRPr="00F307F5">
        <w:t xml:space="preserve"> </w:t>
      </w:r>
      <w:r>
        <w:t xml:space="preserve">At this site, </w:t>
      </w:r>
      <w:r w:rsidRPr="004F72AF">
        <w:rPr>
          <w:noProof/>
        </w:rPr>
        <w:t>enter the encrypted message from your partner in the top part of the screen and the cipher key in the middle. Click</w:t>
      </w:r>
      <w:r>
        <w:t xml:space="preserve"> </w:t>
      </w:r>
      <w:r w:rsidRPr="0015706E">
        <w:rPr>
          <w:b/>
        </w:rPr>
        <w:t>Decode</w:t>
      </w:r>
      <w:r>
        <w:t xml:space="preserve"> </w:t>
      </w:r>
      <w:r w:rsidRPr="004F72AF">
        <w:rPr>
          <w:noProof/>
        </w:rPr>
        <w:t>to see the clear text version of the message. You can also use this tool to encrypt messages.</w:t>
      </w:r>
    </w:p>
    <w:p w14:paraId="231D88A4" w14:textId="77777777" w:rsidR="003E1995" w:rsidRPr="00F307F5" w:rsidRDefault="003E1995" w:rsidP="006C2232">
      <w:pPr>
        <w:pStyle w:val="SubStepAlpha"/>
        <w:keepNext/>
      </w:pPr>
      <w:r w:rsidRPr="004F72AF">
        <w:rPr>
          <w:noProof/>
        </w:rPr>
        <w:t>The following example</w:t>
      </w:r>
      <w:r>
        <w:t xml:space="preserve"> uses Sharky’s Vigenère Cipher tool to decode the encrypted message from Part 1.</w:t>
      </w:r>
    </w:p>
    <w:p w14:paraId="5ED17EF6" w14:textId="1F379E02" w:rsidR="002924DA" w:rsidRDefault="002924DA" w:rsidP="003E1995">
      <w:pPr>
        <w:pStyle w:val="Visual"/>
      </w:pPr>
      <w:r w:rsidRPr="002924DA">
        <w:rPr>
          <w:noProof/>
        </w:rPr>
        <w:drawing>
          <wp:inline distT="0" distB="0" distL="0" distR="0" wp14:anchorId="33B576FD" wp14:editId="4C078AD8">
            <wp:extent cx="5486400" cy="4526071"/>
            <wp:effectExtent l="0" t="0" r="0" b="8255"/>
            <wp:docPr id="5" name="Picture 5" descr="Screenshot of sharky's Vigenère Cipher tool with an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creenshot of sharky's Vigenère Cipher tool with an example"/>
                    <pic:cNvPicPr/>
                  </pic:nvPicPr>
                  <pic:blipFill>
                    <a:blip r:embed="rId10"/>
                    <a:stretch>
                      <a:fillRect/>
                    </a:stretch>
                  </pic:blipFill>
                  <pic:spPr>
                    <a:xfrm>
                      <a:off x="0" y="0"/>
                      <a:ext cx="5486400" cy="4526071"/>
                    </a:xfrm>
                    <a:prstGeom prst="rect">
                      <a:avLst/>
                    </a:prstGeom>
                  </pic:spPr>
                </pic:pic>
              </a:graphicData>
            </a:graphic>
          </wp:inline>
        </w:drawing>
      </w:r>
    </w:p>
    <w:p w14:paraId="5B84322C" w14:textId="77777777" w:rsidR="003E1995" w:rsidRPr="00BB07AF" w:rsidRDefault="003E1995" w:rsidP="003E1995">
      <w:pPr>
        <w:pStyle w:val="Heading1"/>
        <w:numPr>
          <w:ilvl w:val="0"/>
          <w:numId w:val="3"/>
        </w:numPr>
      </w:pPr>
      <w:r w:rsidRPr="00BB07AF">
        <w:t>Reflection</w:t>
      </w:r>
    </w:p>
    <w:p w14:paraId="7985BA04" w14:textId="77777777" w:rsidR="003E1995" w:rsidRDefault="003E1995" w:rsidP="003E1995">
      <w:pPr>
        <w:pStyle w:val="ReflectionQ"/>
        <w:keepNext w:val="0"/>
      </w:pPr>
      <w:r w:rsidRPr="00777CC7">
        <w:t xml:space="preserve">Could the </w:t>
      </w:r>
      <w:r>
        <w:t>Vigenère</w:t>
      </w:r>
      <w:r w:rsidRPr="00777CC7">
        <w:t xml:space="preserve"> cipher be used to decode messages i</w:t>
      </w:r>
      <w:r>
        <w:t>n the field without a computer?</w:t>
      </w:r>
    </w:p>
    <w:p w14:paraId="2173DE8F" w14:textId="5188D387" w:rsidR="003E1995" w:rsidRDefault="003E1995" w:rsidP="006C2232">
      <w:pPr>
        <w:pStyle w:val="AnswerLineL25"/>
      </w:pPr>
      <w:r>
        <w:t>Type your answers here.</w:t>
      </w:r>
    </w:p>
    <w:p w14:paraId="79650577" w14:textId="6CC5BB7E" w:rsidR="003E1995" w:rsidRPr="004F72AF" w:rsidRDefault="003E1995" w:rsidP="003E1995">
      <w:pPr>
        <w:pStyle w:val="ReflectionQ"/>
        <w:keepNext w:val="0"/>
        <w:rPr>
          <w:noProof/>
        </w:rPr>
      </w:pPr>
      <w:r>
        <w:t xml:space="preserve">Search the </w:t>
      </w:r>
      <w:r w:rsidR="001201D3">
        <w:t>i</w:t>
      </w:r>
      <w:r>
        <w:t>nternet for Vigenère</w:t>
      </w:r>
      <w:r w:rsidRPr="00777CC7">
        <w:t xml:space="preserve"> </w:t>
      </w:r>
      <w:r>
        <w:t>c</w:t>
      </w:r>
      <w:r w:rsidRPr="00777CC7">
        <w:t>ipher</w:t>
      </w:r>
      <w:r>
        <w:t xml:space="preserve"> cracking tools. Is the Vigenère</w:t>
      </w:r>
      <w:r w:rsidRPr="00777CC7">
        <w:t xml:space="preserve"> </w:t>
      </w:r>
      <w:r w:rsidRPr="004F72AF">
        <w:rPr>
          <w:noProof/>
        </w:rPr>
        <w:t>cipher considered a strong encryption system that is difficult to crack?</w:t>
      </w:r>
    </w:p>
    <w:p w14:paraId="21663ABF" w14:textId="34C0233A" w:rsidR="003E1995" w:rsidRPr="004F72AF" w:rsidRDefault="006C2232" w:rsidP="006C2232">
      <w:pPr>
        <w:pStyle w:val="AnswerLineL25"/>
        <w:rPr>
          <w:noProof/>
        </w:rPr>
      </w:pPr>
      <w:r>
        <w:rPr>
          <w:noProof/>
        </w:rPr>
        <w:t>Type your answers here.</w:t>
      </w:r>
    </w:p>
    <w:p w14:paraId="7F491ED5" w14:textId="77777777" w:rsidR="00CB74C6" w:rsidRPr="009F004B" w:rsidRDefault="00CB74C6" w:rsidP="00CB74C6">
      <w:pPr>
        <w:pStyle w:val="ConfigWindow"/>
      </w:pPr>
      <w:r>
        <w:t>End of docume</w:t>
      </w:r>
      <w:r w:rsidRPr="009F004B">
        <w:t>nt</w:t>
      </w:r>
    </w:p>
    <w:sectPr w:rsidR="00CB74C6" w:rsidRPr="009F004B" w:rsidSect="009C3182">
      <w:headerReference w:type="default"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DAD168" w14:textId="77777777" w:rsidR="00817177" w:rsidRDefault="00817177" w:rsidP="00710659">
      <w:pPr>
        <w:spacing w:after="0" w:line="240" w:lineRule="auto"/>
      </w:pPr>
      <w:r>
        <w:separator/>
      </w:r>
    </w:p>
    <w:p w14:paraId="31A049E4" w14:textId="77777777" w:rsidR="00817177" w:rsidRDefault="00817177"/>
  </w:endnote>
  <w:endnote w:type="continuationSeparator" w:id="0">
    <w:p w14:paraId="35FC400D" w14:textId="77777777" w:rsidR="00817177" w:rsidRDefault="00817177" w:rsidP="00710659">
      <w:pPr>
        <w:spacing w:after="0" w:line="240" w:lineRule="auto"/>
      </w:pPr>
      <w:r>
        <w:continuationSeparator/>
      </w:r>
    </w:p>
    <w:p w14:paraId="2931F017" w14:textId="77777777" w:rsidR="00817177" w:rsidRDefault="008171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4A904" w14:textId="2E1F8385"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472766">
          <w:t>2015</w:t>
        </w:r>
      </w:sdtContent>
    </w:sdt>
    <w:r>
      <w:t xml:space="preserve"> - </w:t>
    </w:r>
    <w:r>
      <w:fldChar w:fldCharType="begin"/>
    </w:r>
    <w:r>
      <w:instrText xml:space="preserve"> SAVEDATE  \@ "yyyy"  \* MERGEFORMAT </w:instrText>
    </w:r>
    <w:r>
      <w:fldChar w:fldCharType="separate"/>
    </w:r>
    <w:r w:rsidR="00F71DA3">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ACA14" w14:textId="1C9BFBA1"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472766">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F71DA3">
      <w:rPr>
        <w:noProof/>
      </w:rPr>
      <w:t>2021</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E3DE53" w14:textId="77777777" w:rsidR="00817177" w:rsidRDefault="00817177" w:rsidP="00710659">
      <w:pPr>
        <w:spacing w:after="0" w:line="240" w:lineRule="auto"/>
      </w:pPr>
      <w:r>
        <w:separator/>
      </w:r>
    </w:p>
    <w:p w14:paraId="6AD4E7E6" w14:textId="77777777" w:rsidR="00817177" w:rsidRDefault="00817177"/>
  </w:footnote>
  <w:footnote w:type="continuationSeparator" w:id="0">
    <w:p w14:paraId="6B00D542" w14:textId="77777777" w:rsidR="00817177" w:rsidRDefault="00817177" w:rsidP="00710659">
      <w:pPr>
        <w:spacing w:after="0" w:line="240" w:lineRule="auto"/>
      </w:pPr>
      <w:r>
        <w:continuationSeparator/>
      </w:r>
    </w:p>
    <w:p w14:paraId="1A024568" w14:textId="77777777" w:rsidR="00817177" w:rsidRDefault="008171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72AD3F0B5F5E47A0901F1A189D229489"/>
      </w:placeholder>
      <w:dataBinding w:prefixMappings="xmlns:ns0='http://purl.org/dc/elements/1.1/' xmlns:ns1='http://schemas.openxmlformats.org/package/2006/metadata/core-properties' " w:xpath="/ns1:coreProperties[1]/ns0:title[1]" w:storeItemID="{6C3C8BC8-F283-45AE-878A-BAB7291924A1}"/>
      <w:text/>
    </w:sdtPr>
    <w:sdtEndPr/>
    <w:sdtContent>
      <w:p w14:paraId="00D333FD" w14:textId="4D1F3993" w:rsidR="00926CB2" w:rsidRDefault="003E1995" w:rsidP="008402F2">
        <w:pPr>
          <w:pStyle w:val="PageHead"/>
        </w:pPr>
        <w:r>
          <w:t>Lab - Exploring Encryption Methods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4F32F2" w14:textId="77777777" w:rsidR="00926CB2" w:rsidRDefault="00882B63" w:rsidP="006C3FCF">
    <w:pPr>
      <w:ind w:left="-288"/>
    </w:pPr>
    <w:r>
      <w:rPr>
        <w:noProof/>
      </w:rPr>
      <w:drawing>
        <wp:inline distT="0" distB="0" distL="0" distR="0" wp14:anchorId="7C805CC2" wp14:editId="63736FC4">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78C2494"/>
    <w:multiLevelType w:val="multilevel"/>
    <w:tmpl w:val="94B2F04A"/>
    <w:lvl w:ilvl="0">
      <w:start w:val="1"/>
      <w:numFmt w:val="upperLetter"/>
      <w:lvlText w:val="%1)"/>
      <w:lvlJc w:val="left"/>
      <w:pPr>
        <w:tabs>
          <w:tab w:val="num" w:pos="2635"/>
        </w:tabs>
        <w:ind w:left="2635" w:hanging="720"/>
      </w:pPr>
      <w:rPr>
        <w:rFonts w:ascii="Times" w:hAnsi="Times" w:cs="Times New Roman" w:hint="default"/>
        <w:b w:val="0"/>
        <w:i w:val="0"/>
        <w:color w:val="auto"/>
        <w:sz w:val="22"/>
        <w:szCs w:val="22"/>
        <w:u w:val="none"/>
      </w:rPr>
    </w:lvl>
    <w:lvl w:ilvl="1">
      <w:start w:val="1"/>
      <w:numFmt w:val="upperLetter"/>
      <w:lvlText w:val="%2)"/>
      <w:lvlJc w:val="left"/>
      <w:pPr>
        <w:tabs>
          <w:tab w:val="num" w:pos="3355"/>
        </w:tabs>
        <w:ind w:left="3355" w:hanging="720"/>
      </w:pPr>
      <w:rPr>
        <w:rFonts w:cs="Times New Roman" w:hint="default"/>
      </w:rPr>
    </w:lvl>
    <w:lvl w:ilvl="2">
      <w:start w:val="1"/>
      <w:numFmt w:val="bullet"/>
      <w:lvlText w:val=""/>
      <w:lvlJc w:val="left"/>
      <w:pPr>
        <w:tabs>
          <w:tab w:val="num" w:pos="2995"/>
        </w:tabs>
        <w:ind w:left="2995" w:hanging="360"/>
      </w:pPr>
      <w:rPr>
        <w:rFonts w:ascii="Wingdings" w:hAnsi="Wingdings" w:hint="default"/>
      </w:rPr>
    </w:lvl>
    <w:lvl w:ilvl="3">
      <w:start w:val="1"/>
      <w:numFmt w:val="decimal"/>
      <w:lvlText w:val="(%4)"/>
      <w:lvlJc w:val="left"/>
      <w:pPr>
        <w:tabs>
          <w:tab w:val="num" w:pos="2160"/>
        </w:tabs>
        <w:ind w:left="2160" w:hanging="360"/>
      </w:pPr>
      <w:rPr>
        <w:rFonts w:cs="Times New Roman" w:hint="default"/>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left"/>
      <w:pPr>
        <w:tabs>
          <w:tab w:val="num" w:pos="2880"/>
        </w:tabs>
        <w:ind w:left="2880" w:hanging="360"/>
      </w:pPr>
      <w:rPr>
        <w:rFonts w:cs="Times New Roman" w:hint="default"/>
      </w:rPr>
    </w:lvl>
    <w:lvl w:ilvl="6">
      <w:start w:val="1"/>
      <w:numFmt w:val="decimal"/>
      <w:lvlText w:val="%7."/>
      <w:lvlJc w:val="left"/>
      <w:pPr>
        <w:tabs>
          <w:tab w:val="num" w:pos="3240"/>
        </w:tabs>
        <w:ind w:left="3240" w:hanging="360"/>
      </w:pPr>
      <w:rPr>
        <w:rFonts w:cs="Times New Roman" w:hint="default"/>
      </w:rPr>
    </w:lvl>
    <w:lvl w:ilvl="7">
      <w:start w:val="1"/>
      <w:numFmt w:val="lowerLetter"/>
      <w:lvlText w:val="%8."/>
      <w:lvlJc w:val="left"/>
      <w:pPr>
        <w:tabs>
          <w:tab w:val="num" w:pos="3600"/>
        </w:tabs>
        <w:ind w:left="3600" w:hanging="360"/>
      </w:pPr>
      <w:rPr>
        <w:rFonts w:cs="Times New Roman" w:hint="default"/>
      </w:rPr>
    </w:lvl>
    <w:lvl w:ilvl="8">
      <w:start w:val="1"/>
      <w:numFmt w:val="lowerRoman"/>
      <w:lvlText w:val="%9."/>
      <w:lvlJc w:val="left"/>
      <w:pPr>
        <w:tabs>
          <w:tab w:val="num" w:pos="3960"/>
        </w:tabs>
        <w:ind w:left="3960" w:hanging="360"/>
      </w:pPr>
      <w:rPr>
        <w:rFonts w:cs="Times New Roman" w:hint="default"/>
      </w:rPr>
    </w:lvl>
  </w:abstractNum>
  <w:abstractNum w:abstractNumId="3"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0FBD7F30"/>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796360"/>
    <w:multiLevelType w:val="multilevel"/>
    <w:tmpl w:val="DE7CD96E"/>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9"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4F397654"/>
    <w:multiLevelType w:val="multilevel"/>
    <w:tmpl w:val="08168848"/>
    <w:lvl w:ilvl="0">
      <w:start w:val="1"/>
      <w:numFmt w:val="lowerLetter"/>
      <w:lvlText w:val="%1."/>
      <w:lvlJc w:val="left"/>
      <w:pPr>
        <w:tabs>
          <w:tab w:val="num" w:pos="1080"/>
        </w:tabs>
        <w:ind w:left="1080" w:hanging="360"/>
      </w:pPr>
      <w:rPr>
        <w:rFonts w:cs="Times New Roman" w:hint="default"/>
        <w:b w:val="0"/>
        <w:i w:val="0"/>
        <w:sz w:val="20"/>
      </w:rPr>
    </w:lvl>
    <w:lvl w:ilvl="1">
      <w:start w:val="1"/>
      <w:numFmt w:val="lowerLetter"/>
      <w:lvlText w:val="%2."/>
      <w:lvlJc w:val="left"/>
      <w:pPr>
        <w:tabs>
          <w:tab w:val="num" w:pos="0"/>
        </w:tabs>
        <w:ind w:left="1656" w:hanging="576"/>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1" w15:restartNumberingAfterBreak="0">
    <w:nsid w:val="53EA71E9"/>
    <w:multiLevelType w:val="multilevel"/>
    <w:tmpl w:val="9B3826E8"/>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lvlOverride w:ilvl="0">
      <w:lvl w:ilvl="0">
        <w:start w:val="1"/>
        <w:numFmt w:val="bullet"/>
        <w:pStyle w:val="Bulletlevel1"/>
        <w:lvlText w:val=""/>
        <w:lvlJc w:val="left"/>
        <w:pPr>
          <w:ind w:left="720" w:hanging="360"/>
        </w:pPr>
        <w:rPr>
          <w:rFonts w:ascii="Webdings" w:hAnsi="Webdings" w:hint="default"/>
          <w:sz w:val="14"/>
          <w:szCs w:val="14"/>
        </w:rPr>
      </w:lvl>
    </w:lvlOverride>
  </w:num>
  <w:num w:numId="2">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5"/>
  </w:num>
  <w:num w:numId="4">
    <w:abstractNumId w:val="3"/>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3"/>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9"/>
  </w:num>
  <w:num w:numId="14">
    <w:abstractNumId w:val="8"/>
  </w:num>
  <w:num w:numId="15">
    <w:abstractNumId w:val="6"/>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995"/>
    <w:rsid w:val="00001BDF"/>
    <w:rsid w:val="0000380F"/>
    <w:rsid w:val="00004175"/>
    <w:rsid w:val="000059C9"/>
    <w:rsid w:val="00012C22"/>
    <w:rsid w:val="000160F7"/>
    <w:rsid w:val="00016D5B"/>
    <w:rsid w:val="00016F30"/>
    <w:rsid w:val="0002047C"/>
    <w:rsid w:val="00021B9A"/>
    <w:rsid w:val="000242D6"/>
    <w:rsid w:val="00024EE5"/>
    <w:rsid w:val="000309A9"/>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258B"/>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1D3"/>
    <w:rsid w:val="00120CBE"/>
    <w:rsid w:val="00121BAE"/>
    <w:rsid w:val="00122111"/>
    <w:rsid w:val="00125806"/>
    <w:rsid w:val="001261C4"/>
    <w:rsid w:val="001263C7"/>
    <w:rsid w:val="00130A20"/>
    <w:rsid w:val="001314FB"/>
    <w:rsid w:val="001366EC"/>
    <w:rsid w:val="0014219C"/>
    <w:rsid w:val="001425ED"/>
    <w:rsid w:val="001433C1"/>
    <w:rsid w:val="00143450"/>
    <w:rsid w:val="00144997"/>
    <w:rsid w:val="001523C0"/>
    <w:rsid w:val="001535FE"/>
    <w:rsid w:val="00154E3A"/>
    <w:rsid w:val="00155352"/>
    <w:rsid w:val="00157902"/>
    <w:rsid w:val="00162105"/>
    <w:rsid w:val="00162EEA"/>
    <w:rsid w:val="00163164"/>
    <w:rsid w:val="001652BC"/>
    <w:rsid w:val="00166253"/>
    <w:rsid w:val="001704B7"/>
    <w:rsid w:val="001708A6"/>
    <w:rsid w:val="001710C0"/>
    <w:rsid w:val="00172AFB"/>
    <w:rsid w:val="00174D6F"/>
    <w:rsid w:val="001772B8"/>
    <w:rsid w:val="00177310"/>
    <w:rsid w:val="00177B76"/>
    <w:rsid w:val="00180FBF"/>
    <w:rsid w:val="001813C3"/>
    <w:rsid w:val="00182CF4"/>
    <w:rsid w:val="00186CE1"/>
    <w:rsid w:val="00191F00"/>
    <w:rsid w:val="00192F12"/>
    <w:rsid w:val="00193F14"/>
    <w:rsid w:val="001955F2"/>
    <w:rsid w:val="00196CBC"/>
    <w:rsid w:val="0019753E"/>
    <w:rsid w:val="00197614"/>
    <w:rsid w:val="001A0312"/>
    <w:rsid w:val="001A15DA"/>
    <w:rsid w:val="001A2694"/>
    <w:rsid w:val="001A3CC7"/>
    <w:rsid w:val="001A67A4"/>
    <w:rsid w:val="001A69AC"/>
    <w:rsid w:val="001B2462"/>
    <w:rsid w:val="001B67D8"/>
    <w:rsid w:val="001B6F95"/>
    <w:rsid w:val="001C05A1"/>
    <w:rsid w:val="001C1D9E"/>
    <w:rsid w:val="001C5998"/>
    <w:rsid w:val="001C5BCD"/>
    <w:rsid w:val="001C7C3B"/>
    <w:rsid w:val="001D5B6F"/>
    <w:rsid w:val="001E0AB8"/>
    <w:rsid w:val="001E3777"/>
    <w:rsid w:val="001E38E0"/>
    <w:rsid w:val="001E38F3"/>
    <w:rsid w:val="001E4E72"/>
    <w:rsid w:val="001E62B3"/>
    <w:rsid w:val="001E6424"/>
    <w:rsid w:val="001F0171"/>
    <w:rsid w:val="001F0D77"/>
    <w:rsid w:val="001F643A"/>
    <w:rsid w:val="001F7DD8"/>
    <w:rsid w:val="00200684"/>
    <w:rsid w:val="00201928"/>
    <w:rsid w:val="00203E26"/>
    <w:rsid w:val="0020449C"/>
    <w:rsid w:val="002113B8"/>
    <w:rsid w:val="00215665"/>
    <w:rsid w:val="002163BB"/>
    <w:rsid w:val="0021792C"/>
    <w:rsid w:val="00220909"/>
    <w:rsid w:val="002240AB"/>
    <w:rsid w:val="00225E37"/>
    <w:rsid w:val="00225FB0"/>
    <w:rsid w:val="00231DCA"/>
    <w:rsid w:val="00235792"/>
    <w:rsid w:val="00242E3A"/>
    <w:rsid w:val="002438B2"/>
    <w:rsid w:val="00246492"/>
    <w:rsid w:val="002506CF"/>
    <w:rsid w:val="0025107F"/>
    <w:rsid w:val="00255AAD"/>
    <w:rsid w:val="00260CD4"/>
    <w:rsid w:val="002639D8"/>
    <w:rsid w:val="00265F77"/>
    <w:rsid w:val="00266C83"/>
    <w:rsid w:val="00270FCC"/>
    <w:rsid w:val="002768DC"/>
    <w:rsid w:val="002924DA"/>
    <w:rsid w:val="00294C8F"/>
    <w:rsid w:val="002A0B2E"/>
    <w:rsid w:val="002A0DC1"/>
    <w:rsid w:val="002A6C56"/>
    <w:rsid w:val="002C04C4"/>
    <w:rsid w:val="002C090C"/>
    <w:rsid w:val="002C1243"/>
    <w:rsid w:val="002C1815"/>
    <w:rsid w:val="002C2106"/>
    <w:rsid w:val="002C475E"/>
    <w:rsid w:val="002C5882"/>
    <w:rsid w:val="002C6AD6"/>
    <w:rsid w:val="002D6C2A"/>
    <w:rsid w:val="002D7A86"/>
    <w:rsid w:val="002E6D4D"/>
    <w:rsid w:val="002F4100"/>
    <w:rsid w:val="002F45FF"/>
    <w:rsid w:val="002F66D3"/>
    <w:rsid w:val="002F6D17"/>
    <w:rsid w:val="00302887"/>
    <w:rsid w:val="003056EB"/>
    <w:rsid w:val="003071FF"/>
    <w:rsid w:val="0030742D"/>
    <w:rsid w:val="00310652"/>
    <w:rsid w:val="00311065"/>
    <w:rsid w:val="003125FD"/>
    <w:rsid w:val="0031371D"/>
    <w:rsid w:val="0031789F"/>
    <w:rsid w:val="00320788"/>
    <w:rsid w:val="003233A3"/>
    <w:rsid w:val="00326E08"/>
    <w:rsid w:val="00334C33"/>
    <w:rsid w:val="0034218C"/>
    <w:rsid w:val="0034455D"/>
    <w:rsid w:val="0034604B"/>
    <w:rsid w:val="00346D17"/>
    <w:rsid w:val="00347972"/>
    <w:rsid w:val="0035469B"/>
    <w:rsid w:val="003559CC"/>
    <w:rsid w:val="00355D4B"/>
    <w:rsid w:val="003569D7"/>
    <w:rsid w:val="003608AC"/>
    <w:rsid w:val="003626B7"/>
    <w:rsid w:val="00363A23"/>
    <w:rsid w:val="0036440C"/>
    <w:rsid w:val="0036465A"/>
    <w:rsid w:val="00386D65"/>
    <w:rsid w:val="00390C38"/>
    <w:rsid w:val="00392748"/>
    <w:rsid w:val="00392C65"/>
    <w:rsid w:val="00392ED5"/>
    <w:rsid w:val="003A19DC"/>
    <w:rsid w:val="003A1B45"/>
    <w:rsid w:val="003A220C"/>
    <w:rsid w:val="003A50D3"/>
    <w:rsid w:val="003B256A"/>
    <w:rsid w:val="003B46FC"/>
    <w:rsid w:val="003B5767"/>
    <w:rsid w:val="003B7605"/>
    <w:rsid w:val="003C08AA"/>
    <w:rsid w:val="003C2A7B"/>
    <w:rsid w:val="003C49EF"/>
    <w:rsid w:val="003C6BCA"/>
    <w:rsid w:val="003C7902"/>
    <w:rsid w:val="003D0BFF"/>
    <w:rsid w:val="003D6EF1"/>
    <w:rsid w:val="003E1995"/>
    <w:rsid w:val="003E5BE5"/>
    <w:rsid w:val="003F18D1"/>
    <w:rsid w:val="003F20EC"/>
    <w:rsid w:val="003F4F0E"/>
    <w:rsid w:val="003F6096"/>
    <w:rsid w:val="003F6E06"/>
    <w:rsid w:val="00403C7A"/>
    <w:rsid w:val="004057A6"/>
    <w:rsid w:val="00406554"/>
    <w:rsid w:val="00407755"/>
    <w:rsid w:val="00410238"/>
    <w:rsid w:val="0041034D"/>
    <w:rsid w:val="0041293B"/>
    <w:rsid w:val="004131B0"/>
    <w:rsid w:val="00414D90"/>
    <w:rsid w:val="00416C42"/>
    <w:rsid w:val="00416E6D"/>
    <w:rsid w:val="00422476"/>
    <w:rsid w:val="0042298C"/>
    <w:rsid w:val="0042385C"/>
    <w:rsid w:val="00426FA5"/>
    <w:rsid w:val="00431654"/>
    <w:rsid w:val="00434926"/>
    <w:rsid w:val="00443ACE"/>
    <w:rsid w:val="00444217"/>
    <w:rsid w:val="004478F4"/>
    <w:rsid w:val="00450F7A"/>
    <w:rsid w:val="004529E0"/>
    <w:rsid w:val="00452C6D"/>
    <w:rsid w:val="00455E0B"/>
    <w:rsid w:val="0045724D"/>
    <w:rsid w:val="00457934"/>
    <w:rsid w:val="00462B9F"/>
    <w:rsid w:val="004648E1"/>
    <w:rsid w:val="004659EE"/>
    <w:rsid w:val="00472766"/>
    <w:rsid w:val="00473E34"/>
    <w:rsid w:val="0047591A"/>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D7C5F"/>
    <w:rsid w:val="004E6152"/>
    <w:rsid w:val="004F344A"/>
    <w:rsid w:val="004F4EC3"/>
    <w:rsid w:val="004F74CE"/>
    <w:rsid w:val="00504D52"/>
    <w:rsid w:val="00504ED4"/>
    <w:rsid w:val="00510639"/>
    <w:rsid w:val="00511791"/>
    <w:rsid w:val="005139BE"/>
    <w:rsid w:val="00516142"/>
    <w:rsid w:val="0051681C"/>
    <w:rsid w:val="00520027"/>
    <w:rsid w:val="0052093C"/>
    <w:rsid w:val="00521B31"/>
    <w:rsid w:val="00521DDF"/>
    <w:rsid w:val="00522469"/>
    <w:rsid w:val="0052400A"/>
    <w:rsid w:val="00524B71"/>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4017"/>
    <w:rsid w:val="005A6E62"/>
    <w:rsid w:val="005A70FA"/>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1EF3"/>
    <w:rsid w:val="006034CB"/>
    <w:rsid w:val="00603503"/>
    <w:rsid w:val="006039A8"/>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3319"/>
    <w:rsid w:val="006A48F1"/>
    <w:rsid w:val="006A71A3"/>
    <w:rsid w:val="006B03F2"/>
    <w:rsid w:val="006B14C1"/>
    <w:rsid w:val="006B1639"/>
    <w:rsid w:val="006B3044"/>
    <w:rsid w:val="006B5CA7"/>
    <w:rsid w:val="006B5E89"/>
    <w:rsid w:val="006C19B2"/>
    <w:rsid w:val="006C2232"/>
    <w:rsid w:val="006C30A0"/>
    <w:rsid w:val="006C35FF"/>
    <w:rsid w:val="006C3FCF"/>
    <w:rsid w:val="006C57F2"/>
    <w:rsid w:val="006C5949"/>
    <w:rsid w:val="006C6832"/>
    <w:rsid w:val="006D04BB"/>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67DA"/>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41D2"/>
    <w:rsid w:val="00796C25"/>
    <w:rsid w:val="007A0080"/>
    <w:rsid w:val="007A25EE"/>
    <w:rsid w:val="007A287C"/>
    <w:rsid w:val="007A3B2A"/>
    <w:rsid w:val="007B0C9D"/>
    <w:rsid w:val="007B3AFE"/>
    <w:rsid w:val="007B5522"/>
    <w:rsid w:val="007B5A39"/>
    <w:rsid w:val="007C0EE0"/>
    <w:rsid w:val="007C1B71"/>
    <w:rsid w:val="007C2FBB"/>
    <w:rsid w:val="007C7164"/>
    <w:rsid w:val="007C7413"/>
    <w:rsid w:val="007D1984"/>
    <w:rsid w:val="007D1B6A"/>
    <w:rsid w:val="007D2AFE"/>
    <w:rsid w:val="007E3264"/>
    <w:rsid w:val="007E3FEA"/>
    <w:rsid w:val="007E6402"/>
    <w:rsid w:val="007F0A0B"/>
    <w:rsid w:val="007F3A60"/>
    <w:rsid w:val="007F3D0B"/>
    <w:rsid w:val="007F7C94"/>
    <w:rsid w:val="00802FFA"/>
    <w:rsid w:val="0080340D"/>
    <w:rsid w:val="00804C99"/>
    <w:rsid w:val="00810E4B"/>
    <w:rsid w:val="00814BAA"/>
    <w:rsid w:val="00816F0C"/>
    <w:rsid w:val="00817177"/>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5FFC"/>
    <w:rsid w:val="00867EAF"/>
    <w:rsid w:val="00870763"/>
    <w:rsid w:val="008713EA"/>
    <w:rsid w:val="00873C6B"/>
    <w:rsid w:val="00882B63"/>
    <w:rsid w:val="00883500"/>
    <w:rsid w:val="0088426A"/>
    <w:rsid w:val="008852BA"/>
    <w:rsid w:val="00890108"/>
    <w:rsid w:val="00893877"/>
    <w:rsid w:val="0089532C"/>
    <w:rsid w:val="00896165"/>
    <w:rsid w:val="00896681"/>
    <w:rsid w:val="008A0118"/>
    <w:rsid w:val="008A2749"/>
    <w:rsid w:val="008A3A90"/>
    <w:rsid w:val="008B06D4"/>
    <w:rsid w:val="008B4F20"/>
    <w:rsid w:val="008B68E7"/>
    <w:rsid w:val="008B7FFD"/>
    <w:rsid w:val="008C286A"/>
    <w:rsid w:val="008C2920"/>
    <w:rsid w:val="008C4307"/>
    <w:rsid w:val="008D23DF"/>
    <w:rsid w:val="008D73BF"/>
    <w:rsid w:val="008D7F09"/>
    <w:rsid w:val="008E00D5"/>
    <w:rsid w:val="008E395E"/>
    <w:rsid w:val="008E5B64"/>
    <w:rsid w:val="008E7DAA"/>
    <w:rsid w:val="008F0094"/>
    <w:rsid w:val="008F03EF"/>
    <w:rsid w:val="008F340F"/>
    <w:rsid w:val="00901E42"/>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1AB6"/>
    <w:rsid w:val="00942299"/>
    <w:rsid w:val="009453F7"/>
    <w:rsid w:val="009476C0"/>
    <w:rsid w:val="00963E34"/>
    <w:rsid w:val="00964DFA"/>
    <w:rsid w:val="00970A69"/>
    <w:rsid w:val="0098155C"/>
    <w:rsid w:val="00981CCA"/>
    <w:rsid w:val="00983B77"/>
    <w:rsid w:val="00996053"/>
    <w:rsid w:val="00997672"/>
    <w:rsid w:val="00997E71"/>
    <w:rsid w:val="009A0B2F"/>
    <w:rsid w:val="009A1CF4"/>
    <w:rsid w:val="009A37D7"/>
    <w:rsid w:val="009A3FCF"/>
    <w:rsid w:val="009A4E17"/>
    <w:rsid w:val="009A6955"/>
    <w:rsid w:val="009B0697"/>
    <w:rsid w:val="009B341C"/>
    <w:rsid w:val="009B366B"/>
    <w:rsid w:val="009B3B0F"/>
    <w:rsid w:val="009B5747"/>
    <w:rsid w:val="009C0B81"/>
    <w:rsid w:val="009C3182"/>
    <w:rsid w:val="009D2C27"/>
    <w:rsid w:val="009D503E"/>
    <w:rsid w:val="009E2309"/>
    <w:rsid w:val="009E42B9"/>
    <w:rsid w:val="009E4E17"/>
    <w:rsid w:val="009E54B9"/>
    <w:rsid w:val="009F004B"/>
    <w:rsid w:val="009F4B9C"/>
    <w:rsid w:val="009F4C2E"/>
    <w:rsid w:val="00A00C5B"/>
    <w:rsid w:val="00A014A3"/>
    <w:rsid w:val="00A027CC"/>
    <w:rsid w:val="00A0412D"/>
    <w:rsid w:val="00A15DF0"/>
    <w:rsid w:val="00A21211"/>
    <w:rsid w:val="00A30F8A"/>
    <w:rsid w:val="00A33890"/>
    <w:rsid w:val="00A34E7F"/>
    <w:rsid w:val="00A46F0A"/>
    <w:rsid w:val="00A46F25"/>
    <w:rsid w:val="00A47CC2"/>
    <w:rsid w:val="00A502BA"/>
    <w:rsid w:val="00A55F01"/>
    <w:rsid w:val="00A60146"/>
    <w:rsid w:val="00A601A9"/>
    <w:rsid w:val="00A60F6F"/>
    <w:rsid w:val="00A622C4"/>
    <w:rsid w:val="00A6283D"/>
    <w:rsid w:val="00A676FF"/>
    <w:rsid w:val="00A73EBA"/>
    <w:rsid w:val="00A754B4"/>
    <w:rsid w:val="00A76665"/>
    <w:rsid w:val="00A76749"/>
    <w:rsid w:val="00A807C1"/>
    <w:rsid w:val="00A82658"/>
    <w:rsid w:val="00A83374"/>
    <w:rsid w:val="00A915F6"/>
    <w:rsid w:val="00A96172"/>
    <w:rsid w:val="00A96D52"/>
    <w:rsid w:val="00A97C5F"/>
    <w:rsid w:val="00AA049F"/>
    <w:rsid w:val="00AB0D6A"/>
    <w:rsid w:val="00AB43B3"/>
    <w:rsid w:val="00AB49B9"/>
    <w:rsid w:val="00AB501D"/>
    <w:rsid w:val="00AB758A"/>
    <w:rsid w:val="00AC027E"/>
    <w:rsid w:val="00AC05AB"/>
    <w:rsid w:val="00AC1E7E"/>
    <w:rsid w:val="00AC507D"/>
    <w:rsid w:val="00AC66E4"/>
    <w:rsid w:val="00AD0118"/>
    <w:rsid w:val="00AD04F2"/>
    <w:rsid w:val="00AD11E6"/>
    <w:rsid w:val="00AD4578"/>
    <w:rsid w:val="00AD68E9"/>
    <w:rsid w:val="00AD761F"/>
    <w:rsid w:val="00AE56C0"/>
    <w:rsid w:val="00AF77B0"/>
    <w:rsid w:val="00AF7ACC"/>
    <w:rsid w:val="00B00914"/>
    <w:rsid w:val="00B02A8E"/>
    <w:rsid w:val="00B052EE"/>
    <w:rsid w:val="00B1081F"/>
    <w:rsid w:val="00B2496B"/>
    <w:rsid w:val="00B27499"/>
    <w:rsid w:val="00B3010D"/>
    <w:rsid w:val="00B35151"/>
    <w:rsid w:val="00B377B7"/>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1AA"/>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0D56"/>
    <w:rsid w:val="00C11C4D"/>
    <w:rsid w:val="00C162C0"/>
    <w:rsid w:val="00C1712C"/>
    <w:rsid w:val="00C20634"/>
    <w:rsid w:val="00C212E0"/>
    <w:rsid w:val="00C23E16"/>
    <w:rsid w:val="00C27E37"/>
    <w:rsid w:val="00C32713"/>
    <w:rsid w:val="00C351B8"/>
    <w:rsid w:val="00C410D9"/>
    <w:rsid w:val="00C41EDF"/>
    <w:rsid w:val="00C44DB7"/>
    <w:rsid w:val="00C4510A"/>
    <w:rsid w:val="00C477C2"/>
    <w:rsid w:val="00C47F2E"/>
    <w:rsid w:val="00C52BA6"/>
    <w:rsid w:val="00C56646"/>
    <w:rsid w:val="00C57A1A"/>
    <w:rsid w:val="00C60BBD"/>
    <w:rsid w:val="00C60EA8"/>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87F"/>
    <w:rsid w:val="00C91C26"/>
    <w:rsid w:val="00CA2BB2"/>
    <w:rsid w:val="00CA73D5"/>
    <w:rsid w:val="00CB2FC9"/>
    <w:rsid w:val="00CB5068"/>
    <w:rsid w:val="00CB74C6"/>
    <w:rsid w:val="00CB7D2B"/>
    <w:rsid w:val="00CC1C87"/>
    <w:rsid w:val="00CC3000"/>
    <w:rsid w:val="00CC4859"/>
    <w:rsid w:val="00CC7A35"/>
    <w:rsid w:val="00CD072A"/>
    <w:rsid w:val="00CD1070"/>
    <w:rsid w:val="00CD40B1"/>
    <w:rsid w:val="00CD51E0"/>
    <w:rsid w:val="00CD6B9D"/>
    <w:rsid w:val="00CD7F73"/>
    <w:rsid w:val="00CE26C5"/>
    <w:rsid w:val="00CE36AF"/>
    <w:rsid w:val="00CE47F3"/>
    <w:rsid w:val="00CE54DD"/>
    <w:rsid w:val="00CF0DA5"/>
    <w:rsid w:val="00CF18EA"/>
    <w:rsid w:val="00CF26E3"/>
    <w:rsid w:val="00CF5D31"/>
    <w:rsid w:val="00CF5F3B"/>
    <w:rsid w:val="00CF7733"/>
    <w:rsid w:val="00CF791A"/>
    <w:rsid w:val="00D00513"/>
    <w:rsid w:val="00D00D7D"/>
    <w:rsid w:val="00D028F3"/>
    <w:rsid w:val="00D030AE"/>
    <w:rsid w:val="00D10DDD"/>
    <w:rsid w:val="00D12356"/>
    <w:rsid w:val="00D139C8"/>
    <w:rsid w:val="00D17F81"/>
    <w:rsid w:val="00D2758C"/>
    <w:rsid w:val="00D275CA"/>
    <w:rsid w:val="00D2789B"/>
    <w:rsid w:val="00D345AB"/>
    <w:rsid w:val="00D41566"/>
    <w:rsid w:val="00D43815"/>
    <w:rsid w:val="00D452F4"/>
    <w:rsid w:val="00D458EC"/>
    <w:rsid w:val="00D501B0"/>
    <w:rsid w:val="00D52582"/>
    <w:rsid w:val="00D531D0"/>
    <w:rsid w:val="00D53FF1"/>
    <w:rsid w:val="00D56A0E"/>
    <w:rsid w:val="00D57AD3"/>
    <w:rsid w:val="00D62F25"/>
    <w:rsid w:val="00D635FE"/>
    <w:rsid w:val="00D65B2A"/>
    <w:rsid w:val="00D66A7B"/>
    <w:rsid w:val="00D729DE"/>
    <w:rsid w:val="00D75B6A"/>
    <w:rsid w:val="00D77658"/>
    <w:rsid w:val="00D778DF"/>
    <w:rsid w:val="00D84BDA"/>
    <w:rsid w:val="00D8503E"/>
    <w:rsid w:val="00D85325"/>
    <w:rsid w:val="00D86D9E"/>
    <w:rsid w:val="00D87013"/>
    <w:rsid w:val="00D876A8"/>
    <w:rsid w:val="00D87F26"/>
    <w:rsid w:val="00D913F0"/>
    <w:rsid w:val="00D93063"/>
    <w:rsid w:val="00D933B0"/>
    <w:rsid w:val="00D950C5"/>
    <w:rsid w:val="00D951FC"/>
    <w:rsid w:val="00D977E8"/>
    <w:rsid w:val="00D97B16"/>
    <w:rsid w:val="00DA119B"/>
    <w:rsid w:val="00DB1C89"/>
    <w:rsid w:val="00DB3763"/>
    <w:rsid w:val="00DB4029"/>
    <w:rsid w:val="00DB5F4D"/>
    <w:rsid w:val="00DB66F2"/>
    <w:rsid w:val="00DB6DA5"/>
    <w:rsid w:val="00DC076B"/>
    <w:rsid w:val="00DC08C3"/>
    <w:rsid w:val="00DC186F"/>
    <w:rsid w:val="00DC252F"/>
    <w:rsid w:val="00DC6050"/>
    <w:rsid w:val="00DC6445"/>
    <w:rsid w:val="00DD35E1"/>
    <w:rsid w:val="00DD43EA"/>
    <w:rsid w:val="00DE6F44"/>
    <w:rsid w:val="00DF0223"/>
    <w:rsid w:val="00DF1B58"/>
    <w:rsid w:val="00E009DA"/>
    <w:rsid w:val="00E037D9"/>
    <w:rsid w:val="00E04927"/>
    <w:rsid w:val="00E11A48"/>
    <w:rsid w:val="00E12679"/>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5C87"/>
    <w:rsid w:val="00E67A6E"/>
    <w:rsid w:val="00E70096"/>
    <w:rsid w:val="00E71B43"/>
    <w:rsid w:val="00E81612"/>
    <w:rsid w:val="00E82BD7"/>
    <w:rsid w:val="00E859E3"/>
    <w:rsid w:val="00E87D18"/>
    <w:rsid w:val="00E87D62"/>
    <w:rsid w:val="00E90597"/>
    <w:rsid w:val="00E9515A"/>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48C9"/>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1DA3"/>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31ED"/>
    <w:rsid w:val="00FD1398"/>
    <w:rsid w:val="00FD33AB"/>
    <w:rsid w:val="00FD3BA4"/>
    <w:rsid w:val="00FD4724"/>
    <w:rsid w:val="00FD4A68"/>
    <w:rsid w:val="00FD68ED"/>
    <w:rsid w:val="00FD7E00"/>
    <w:rsid w:val="00FE2824"/>
    <w:rsid w:val="00FE2EA5"/>
    <w:rsid w:val="00FE2F0E"/>
    <w:rsid w:val="00FE53F2"/>
    <w:rsid w:val="00FE661F"/>
    <w:rsid w:val="00FF0400"/>
    <w:rsid w:val="00FF14B2"/>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1F293F"/>
  <w15:docId w15:val="{523FC842-1D98-40F6-ACD5-EDDDCF8C2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10238"/>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9A3FCF"/>
    <w:pPr>
      <w:keepNext/>
      <w:keepLines/>
      <w:numPr>
        <w:numId w:val="12"/>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9A3FCF"/>
    <w:pPr>
      <w:keepNext/>
      <w:numPr>
        <w:ilvl w:val="1"/>
        <w:numId w:val="12"/>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9A3FCF"/>
    <w:pPr>
      <w:keepNext/>
      <w:numPr>
        <w:ilvl w:val="2"/>
        <w:numId w:val="12"/>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D6B9D"/>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477C2"/>
    <w:rPr>
      <w:rFonts w:eastAsia="Times New Roman"/>
      <w:b/>
      <w:bCs/>
      <w:sz w:val="24"/>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F77B0"/>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9F4B9C"/>
    <w:pPr>
      <w:numPr>
        <w:numId w:val="13"/>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125FD"/>
    <w:pPr>
      <w:spacing w:before="0" w:after="0"/>
    </w:pPr>
    <w:rPr>
      <w:i/>
      <w:color w:val="FFFFFF" w:themeColor="background1"/>
      <w:sz w:val="6"/>
    </w:rPr>
  </w:style>
  <w:style w:type="paragraph" w:customStyle="1" w:styleId="SubStepAlpha">
    <w:name w:val="SubStep Alpha"/>
    <w:basedOn w:val="BodyTextL25"/>
    <w:qFormat/>
    <w:rsid w:val="009A3FCF"/>
    <w:pPr>
      <w:numPr>
        <w:ilvl w:val="3"/>
        <w:numId w:val="12"/>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link w:val="BodyTextL50Char"/>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link w:val="DevConfigsChar"/>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Heading1Gray">
    <w:name w:val="Heading 1 Gray"/>
    <w:basedOn w:val="Heading1Char"/>
    <w:uiPriority w:val="1"/>
    <w:qFormat/>
    <w:rsid w:val="00177310"/>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9A3FCF"/>
    <w:pPr>
      <w:numPr>
        <w:ilvl w:val="4"/>
        <w:numId w:val="12"/>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C41EDF"/>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177310"/>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9F4B9C"/>
    <w:pPr>
      <w:numPr>
        <w:numId w:val="13"/>
      </w:numPr>
    </w:pPr>
  </w:style>
  <w:style w:type="numbering" w:customStyle="1" w:styleId="LabList">
    <w:name w:val="Lab List"/>
    <w:basedOn w:val="NoList"/>
    <w:uiPriority w:val="99"/>
    <w:rsid w:val="009A3FCF"/>
    <w:pPr>
      <w:numPr>
        <w:numId w:val="12"/>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CD6B9D"/>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Drawing">
    <w:name w:val="Drawing"/>
    <w:basedOn w:val="AnswerLineL25"/>
    <w:qFormat/>
    <w:rsid w:val="009F004B"/>
  </w:style>
  <w:style w:type="paragraph" w:customStyle="1" w:styleId="TableAnswer">
    <w:name w:val="Table Answer"/>
    <w:basedOn w:val="TableText"/>
    <w:qFormat/>
    <w:rsid w:val="002F4100"/>
  </w:style>
  <w:style w:type="character" w:customStyle="1" w:styleId="Heading2Gray">
    <w:name w:val="Heading 2 Gray"/>
    <w:basedOn w:val="Heading2Char"/>
    <w:uiPriority w:val="1"/>
    <w:qFormat/>
    <w:rsid w:val="00177310"/>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EF48C9"/>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E9515A"/>
    <w:pPr>
      <w:ind w:left="720"/>
    </w:pPr>
  </w:style>
  <w:style w:type="character" w:customStyle="1" w:styleId="BodyTextL50Char">
    <w:name w:val="Body Text L50 Char"/>
    <w:basedOn w:val="DefaultParagraphFont"/>
    <w:link w:val="BodyTextL50"/>
    <w:rsid w:val="00804C99"/>
    <w:rPr>
      <w:szCs w:val="22"/>
    </w:rPr>
  </w:style>
  <w:style w:type="character" w:customStyle="1" w:styleId="BodyTextL50AnswerChar">
    <w:name w:val="Body Text L50 Answer Char"/>
    <w:basedOn w:val="BodyTextL50Char"/>
    <w:link w:val="BodyTextL50Answer"/>
    <w:rsid w:val="00E9515A"/>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416E6D"/>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416E6D"/>
    <w:rPr>
      <w:b/>
      <w:szCs w:val="22"/>
      <w:shd w:val="clear" w:color="auto" w:fill="D9D9D9" w:themeFill="background1" w:themeFillShade="D9"/>
    </w:rPr>
  </w:style>
  <w:style w:type="character" w:customStyle="1" w:styleId="DevConfigsChar">
    <w:name w:val="DevConfigs Char"/>
    <w:basedOn w:val="DefaultParagraphFont"/>
    <w:link w:val="DevConfigs"/>
    <w:rsid w:val="00D10DDD"/>
    <w:rPr>
      <w:rFonts w:ascii="Courier New" w:hAnsi="Courier New"/>
      <w:szCs w:val="22"/>
    </w:rPr>
  </w:style>
  <w:style w:type="character" w:customStyle="1" w:styleId="AnswerGray">
    <w:name w:val="Answer Gray"/>
    <w:basedOn w:val="DefaultParagraphFont"/>
    <w:uiPriority w:val="1"/>
    <w:qFormat/>
    <w:rsid w:val="00410238"/>
    <w:rPr>
      <w:rFonts w:ascii="Arial" w:hAnsi="Arial"/>
      <w:b/>
      <w:color w:val="auto"/>
      <w:sz w:val="20"/>
      <w:bdr w:val="none" w:sz="0" w:space="0" w:color="auto"/>
      <w:shd w:val="clear" w:color="auto" w:fill="D9D9D9" w:themeFill="background1" w:themeFillShade="D9"/>
    </w:rPr>
  </w:style>
  <w:style w:type="numbering" w:customStyle="1" w:styleId="PartStepSubStepList">
    <w:name w:val="Part_Step_SubStep_List"/>
    <w:basedOn w:val="NoList"/>
    <w:uiPriority w:val="99"/>
    <w:rsid w:val="003E1995"/>
    <w:pPr>
      <w:numPr>
        <w:numId w:val="15"/>
      </w:numPr>
    </w:pPr>
  </w:style>
  <w:style w:type="character" w:styleId="Hyperlink">
    <w:name w:val="Hyperlink"/>
    <w:semiHidden/>
    <w:rsid w:val="003E199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harkysoft.com/vigenere/1.0/"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Documents\Custom%20Office%20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2AD3F0B5F5E47A0901F1A189D229489"/>
        <w:category>
          <w:name w:val="General"/>
          <w:gallery w:val="placeholder"/>
        </w:category>
        <w:types>
          <w:type w:val="bbPlcHdr"/>
        </w:types>
        <w:behaviors>
          <w:behavior w:val="content"/>
        </w:behaviors>
        <w:guid w:val="{CF671F34-E41B-44AF-AC8C-37846D7CEBE4}"/>
      </w:docPartPr>
      <w:docPartBody>
        <w:p w:rsidR="00F1700D" w:rsidRDefault="00202A7A">
          <w:pPr>
            <w:pStyle w:val="72AD3F0B5F5E47A0901F1A189D229489"/>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A7A"/>
    <w:rsid w:val="00202A7A"/>
    <w:rsid w:val="006316C4"/>
    <w:rsid w:val="00687504"/>
    <w:rsid w:val="00D32051"/>
    <w:rsid w:val="00DA3ED7"/>
    <w:rsid w:val="00F05003"/>
    <w:rsid w:val="00F170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2AD3F0B5F5E47A0901F1A189D229489">
    <w:name w:val="72AD3F0B5F5E47A0901F1A189D2294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B87FA-E40E-4AEF-A9A0-F677E6166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1022</TotalTime>
  <Pages>1</Pages>
  <Words>892</Words>
  <Characters>5085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Lab - Exploring Encryption Methods</vt:lpstr>
    </vt:vector>
  </TitlesOfParts>
  <Company>Cisco Systems, Inc.</Company>
  <LinksUpToDate>false</LinksUpToDate>
  <CharactersWithSpaces>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Exploring Encryption Methods</dc:title>
  <dc:creator>SP</dc:creator>
  <dc:description>2015</dc:description>
  <cp:lastModifiedBy>Suk-Yi Pennock -X (spennock - UNICON INC at Cisco)</cp:lastModifiedBy>
  <cp:revision>18</cp:revision>
  <cp:lastPrinted>2021-02-02T19:03:00Z</cp:lastPrinted>
  <dcterms:created xsi:type="dcterms:W3CDTF">2021-02-01T23:08:00Z</dcterms:created>
  <dcterms:modified xsi:type="dcterms:W3CDTF">2021-02-02T19:03:00Z</dcterms:modified>
</cp:coreProperties>
</file>